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5F" w:rsidRDefault="0064365F" w:rsidP="001018DD">
      <w:pPr>
        <w:jc w:val="center"/>
        <w:rPr>
          <w:sz w:val="28"/>
          <w:szCs w:val="28"/>
          <w:lang w:val="uk-UA"/>
        </w:rPr>
      </w:pPr>
      <w:r w:rsidRPr="00DD68A6">
        <w:rPr>
          <w:sz w:val="28"/>
          <w:szCs w:val="28"/>
          <w:lang w:val="uk-UA"/>
        </w:rPr>
        <w:t xml:space="preserve">КОМУНАЛЬНИЙ ЗАКЛАД </w:t>
      </w:r>
      <w:r>
        <w:rPr>
          <w:sz w:val="28"/>
          <w:szCs w:val="28"/>
          <w:lang w:val="uk-UA"/>
        </w:rPr>
        <w:t xml:space="preserve"> </w:t>
      </w:r>
    </w:p>
    <w:p w:rsidR="0064365F" w:rsidRPr="00DD68A6" w:rsidRDefault="0064365F" w:rsidP="001018DD">
      <w:pPr>
        <w:jc w:val="center"/>
        <w:rPr>
          <w:sz w:val="28"/>
          <w:szCs w:val="28"/>
          <w:lang w:val="uk-UA"/>
        </w:rPr>
      </w:pPr>
      <w:r w:rsidRPr="00DD68A6">
        <w:rPr>
          <w:sz w:val="28"/>
          <w:szCs w:val="28"/>
          <w:lang w:val="uk-UA"/>
        </w:rPr>
        <w:t>«ХАРКІВСЬКИЙ ЛІЦЕЙ № 36</w:t>
      </w:r>
      <w:r>
        <w:rPr>
          <w:sz w:val="28"/>
          <w:szCs w:val="28"/>
          <w:lang w:val="uk-UA"/>
        </w:rPr>
        <w:t xml:space="preserve"> </w:t>
      </w:r>
      <w:r w:rsidRPr="00DD68A6">
        <w:rPr>
          <w:sz w:val="28"/>
          <w:szCs w:val="28"/>
          <w:lang w:val="uk-UA"/>
        </w:rPr>
        <w:t xml:space="preserve">ХАРКІВСЬКОЇ МІСЬКОЇ РАДИ» </w:t>
      </w:r>
    </w:p>
    <w:p w:rsidR="0064365F" w:rsidRPr="00DD68A6" w:rsidRDefault="0064365F" w:rsidP="00234F17">
      <w:pPr>
        <w:spacing w:line="360" w:lineRule="auto"/>
        <w:jc w:val="center"/>
        <w:rPr>
          <w:sz w:val="28"/>
          <w:szCs w:val="28"/>
          <w:lang w:val="uk-UA"/>
        </w:rPr>
      </w:pPr>
      <w:r w:rsidRPr="00DD68A6">
        <w:rPr>
          <w:sz w:val="28"/>
          <w:szCs w:val="28"/>
          <w:lang w:val="uk-UA"/>
        </w:rPr>
        <w:t>(ХЛ № 36)</w:t>
      </w:r>
    </w:p>
    <w:p w:rsidR="0064365F" w:rsidRPr="007222B2" w:rsidRDefault="0064365F" w:rsidP="007222B2">
      <w:pPr>
        <w:tabs>
          <w:tab w:val="left" w:pos="1695"/>
        </w:tabs>
        <w:spacing w:line="360" w:lineRule="auto"/>
        <w:rPr>
          <w:color w:val="000000"/>
          <w:sz w:val="28"/>
          <w:szCs w:val="28"/>
          <w:lang w:val="uk-UA"/>
        </w:rPr>
      </w:pPr>
      <w:r w:rsidRPr="007222B2">
        <w:rPr>
          <w:color w:val="000000"/>
          <w:sz w:val="20"/>
          <w:szCs w:val="20"/>
          <w:lang w:val="uk-UA"/>
        </w:rPr>
        <w:t xml:space="preserve">                             </w:t>
      </w:r>
      <w:r w:rsidRPr="007222B2">
        <w:rPr>
          <w:color w:val="000000"/>
          <w:sz w:val="28"/>
          <w:szCs w:val="28"/>
          <w:lang w:val="uk-UA"/>
        </w:rPr>
        <w:t xml:space="preserve">                                                              Код ДКУД 01010</w:t>
      </w:r>
      <w:r>
        <w:rPr>
          <w:color w:val="000000"/>
          <w:sz w:val="28"/>
          <w:szCs w:val="28"/>
          <w:lang w:val="uk-UA"/>
        </w:rPr>
        <w:t>21</w:t>
      </w:r>
    </w:p>
    <w:p w:rsidR="0064365F" w:rsidRDefault="0064365F" w:rsidP="005447F1">
      <w:pPr>
        <w:tabs>
          <w:tab w:val="left" w:pos="1695"/>
        </w:tabs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</w:p>
    <w:p w:rsidR="0064365F" w:rsidRDefault="0064365F" w:rsidP="008E620C">
      <w:pPr>
        <w:tabs>
          <w:tab w:val="left" w:pos="16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15.03.2024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м. Харків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№ 04-аг</w:t>
      </w:r>
    </w:p>
    <w:p w:rsidR="0064365F" w:rsidRPr="008B4CED" w:rsidRDefault="0064365F" w:rsidP="00220CB3">
      <w:pPr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 xml:space="preserve">Про організацію робіт  із </w:t>
      </w:r>
    </w:p>
    <w:p w:rsidR="0064365F" w:rsidRPr="008B4CED" w:rsidRDefault="0064365F" w:rsidP="00220CB3">
      <w:pPr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>приведення до належного стану</w:t>
      </w:r>
    </w:p>
    <w:p w:rsidR="0064365F" w:rsidRPr="008B4CED" w:rsidRDefault="0064365F" w:rsidP="00220C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Pr="008B4C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B4CED">
        <w:rPr>
          <w:sz w:val="28"/>
          <w:szCs w:val="28"/>
          <w:lang w:val="uk-UA"/>
        </w:rPr>
        <w:t>у весняний</w:t>
      </w:r>
      <w:r>
        <w:rPr>
          <w:sz w:val="28"/>
          <w:szCs w:val="28"/>
          <w:lang w:val="uk-UA"/>
        </w:rPr>
        <w:t xml:space="preserve"> </w:t>
      </w:r>
      <w:r w:rsidRPr="008B4CED">
        <w:rPr>
          <w:sz w:val="28"/>
          <w:szCs w:val="28"/>
          <w:lang w:val="uk-UA"/>
        </w:rPr>
        <w:t>період 202</w:t>
      </w:r>
      <w:r>
        <w:rPr>
          <w:sz w:val="28"/>
          <w:szCs w:val="28"/>
          <w:lang w:val="uk-UA"/>
        </w:rPr>
        <w:t>4</w:t>
      </w:r>
      <w:r w:rsidRPr="008B4CED">
        <w:rPr>
          <w:sz w:val="28"/>
          <w:szCs w:val="28"/>
          <w:lang w:val="uk-UA"/>
        </w:rPr>
        <w:t xml:space="preserve"> року </w:t>
      </w:r>
    </w:p>
    <w:p w:rsidR="0064365F" w:rsidRPr="00B0115E" w:rsidRDefault="0064365F" w:rsidP="00220CB3">
      <w:pPr>
        <w:tabs>
          <w:tab w:val="left" w:pos="0"/>
          <w:tab w:val="left" w:pos="4500"/>
        </w:tabs>
        <w:ind w:right="4675"/>
        <w:jc w:val="both"/>
        <w:rPr>
          <w:sz w:val="22"/>
          <w:szCs w:val="28"/>
          <w:lang w:val="uk-UA"/>
        </w:rPr>
      </w:pPr>
    </w:p>
    <w:p w:rsidR="0064365F" w:rsidRDefault="0064365F" w:rsidP="00B0115E">
      <w:pPr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B4CED">
        <w:rPr>
          <w:sz w:val="28"/>
          <w:szCs w:val="28"/>
          <w:lang w:val="uk-UA"/>
        </w:rPr>
        <w:t xml:space="preserve"> метою приведення до належ</w:t>
      </w:r>
      <w:r>
        <w:rPr>
          <w:sz w:val="28"/>
          <w:szCs w:val="28"/>
          <w:lang w:val="uk-UA"/>
        </w:rPr>
        <w:t>ного санітарного стану території</w:t>
      </w:r>
      <w:r w:rsidRPr="008B4CED">
        <w:rPr>
          <w:sz w:val="28"/>
          <w:szCs w:val="28"/>
          <w:lang w:val="uk-UA"/>
        </w:rPr>
        <w:t xml:space="preserve">, закріплених за </w:t>
      </w:r>
      <w:r>
        <w:rPr>
          <w:sz w:val="28"/>
          <w:szCs w:val="28"/>
          <w:lang w:val="uk-UA"/>
        </w:rPr>
        <w:t xml:space="preserve">комунальним закладом «Харківський ліцей № 36 Харківської міської ради» </w:t>
      </w:r>
      <w:r w:rsidRPr="008B4CED">
        <w:rPr>
          <w:sz w:val="28"/>
          <w:szCs w:val="28"/>
          <w:lang w:val="uk-UA"/>
        </w:rPr>
        <w:t>,</w:t>
      </w:r>
    </w:p>
    <w:p w:rsidR="0064365F" w:rsidRPr="00B0115E" w:rsidRDefault="0064365F" w:rsidP="00B0115E">
      <w:pPr>
        <w:autoSpaceDE w:val="0"/>
        <w:spacing w:line="360" w:lineRule="auto"/>
        <w:ind w:firstLine="567"/>
        <w:jc w:val="both"/>
        <w:rPr>
          <w:sz w:val="12"/>
          <w:szCs w:val="28"/>
          <w:lang w:val="uk-UA"/>
        </w:rPr>
      </w:pPr>
    </w:p>
    <w:p w:rsidR="0064365F" w:rsidRDefault="0064365F" w:rsidP="00B0115E">
      <w:pPr>
        <w:autoSpaceDE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</w:t>
      </w:r>
    </w:p>
    <w:p w:rsidR="0064365F" w:rsidRDefault="0064365F" w:rsidP="00EE2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Призначити Шипіцину В.М., завідувача господарством </w:t>
      </w:r>
      <w:r w:rsidRPr="008B4CE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відповідальною</w:t>
      </w:r>
      <w:r w:rsidRPr="008B4CED">
        <w:rPr>
          <w:sz w:val="28"/>
          <w:szCs w:val="28"/>
          <w:lang w:val="uk-UA"/>
        </w:rPr>
        <w:t xml:space="preserve"> з організації та контролю за проведенням робіт із приведення до нал</w:t>
      </w:r>
      <w:r>
        <w:rPr>
          <w:sz w:val="28"/>
          <w:szCs w:val="28"/>
          <w:lang w:val="uk-UA"/>
        </w:rPr>
        <w:t>ежного стану території</w:t>
      </w:r>
      <w:r w:rsidRPr="008B4C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закладу </w:t>
      </w:r>
    </w:p>
    <w:p w:rsidR="0064365F" w:rsidRDefault="0064365F" w:rsidP="00C57F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 w:rsidRPr="008B4CED">
        <w:rPr>
          <w:sz w:val="28"/>
          <w:szCs w:val="28"/>
          <w:lang w:val="uk-UA"/>
        </w:rPr>
        <w:t xml:space="preserve"> план заходів щодо проведення робіт із приведення до належного стану територій  закладів освіти</w:t>
      </w:r>
      <w:r>
        <w:rPr>
          <w:sz w:val="28"/>
          <w:szCs w:val="28"/>
          <w:lang w:val="uk-UA"/>
        </w:rPr>
        <w:t xml:space="preserve"> та надати до господарчої групи Управління освіти у друкованому вигляді (додаток)</w:t>
      </w:r>
      <w:r w:rsidRPr="008B4CED">
        <w:rPr>
          <w:sz w:val="28"/>
          <w:szCs w:val="28"/>
          <w:lang w:val="uk-UA"/>
        </w:rPr>
        <w:t>.</w:t>
      </w:r>
    </w:p>
    <w:p w:rsidR="0064365F" w:rsidRPr="008B4CED" w:rsidRDefault="0064365F" w:rsidP="00EE2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Шипіциній В.М. о</w:t>
      </w:r>
      <w:r w:rsidRPr="008B4CED">
        <w:rPr>
          <w:sz w:val="28"/>
          <w:szCs w:val="28"/>
          <w:lang w:val="uk-UA"/>
        </w:rPr>
        <w:t>рганізувати та забезпечити:</w:t>
      </w:r>
    </w:p>
    <w:p w:rsidR="0064365F" w:rsidRPr="008B4CED" w:rsidRDefault="0064365F" w:rsidP="00EE2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Pr="008B4CED">
        <w:rPr>
          <w:sz w:val="28"/>
          <w:szCs w:val="28"/>
          <w:lang w:val="uk-UA"/>
        </w:rPr>
        <w:t>Проведення роз’яснювальної роботи з питань</w:t>
      </w:r>
      <w:r>
        <w:rPr>
          <w:sz w:val="28"/>
          <w:szCs w:val="28"/>
          <w:lang w:val="uk-UA"/>
        </w:rPr>
        <w:t xml:space="preserve"> безпеки життєдіяльності серед педагогічних </w:t>
      </w:r>
      <w:r w:rsidRPr="008B4CED">
        <w:rPr>
          <w:sz w:val="28"/>
          <w:szCs w:val="28"/>
          <w:lang w:val="uk-UA"/>
        </w:rPr>
        <w:t>працівників</w:t>
      </w:r>
      <w:r>
        <w:rPr>
          <w:sz w:val="28"/>
          <w:szCs w:val="28"/>
          <w:lang w:val="uk-UA"/>
        </w:rPr>
        <w:t xml:space="preserve"> закладу</w:t>
      </w:r>
      <w:r w:rsidRPr="008B4CED">
        <w:rPr>
          <w:sz w:val="28"/>
          <w:szCs w:val="28"/>
          <w:lang w:val="uk-UA"/>
        </w:rPr>
        <w:t xml:space="preserve"> під час проведення робіт у весняний період.</w:t>
      </w:r>
    </w:p>
    <w:p w:rsidR="0064365F" w:rsidRPr="008B4CED" w:rsidRDefault="0064365F" w:rsidP="00EE252D">
      <w:pPr>
        <w:jc w:val="right"/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>До початку робіт</w:t>
      </w:r>
    </w:p>
    <w:p w:rsidR="0064365F" w:rsidRPr="008B4CED" w:rsidRDefault="0064365F" w:rsidP="00EE2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B4CED">
        <w:rPr>
          <w:sz w:val="28"/>
          <w:szCs w:val="28"/>
          <w:lang w:val="uk-UA"/>
        </w:rPr>
        <w:t>2. Проведення обліку наявного інвентаря та приведення його у належний стан.</w:t>
      </w:r>
    </w:p>
    <w:p w:rsidR="0064365F" w:rsidRPr="008B4CED" w:rsidRDefault="0064365F" w:rsidP="00EE252D">
      <w:pPr>
        <w:jc w:val="right"/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>До початку робіт</w:t>
      </w:r>
    </w:p>
    <w:p w:rsidR="0064365F" w:rsidRPr="008B4CED" w:rsidRDefault="0064365F" w:rsidP="00EE2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B4CED">
        <w:rPr>
          <w:sz w:val="28"/>
          <w:szCs w:val="28"/>
          <w:lang w:val="uk-UA"/>
        </w:rPr>
        <w:t xml:space="preserve">3. Проведення первинного інструктажу з охорони праці, цільових інструктажів з охорони праці та безпеки життєдіяльності з працівниками </w:t>
      </w:r>
      <w:r>
        <w:rPr>
          <w:sz w:val="28"/>
          <w:szCs w:val="28"/>
          <w:lang w:val="uk-UA"/>
        </w:rPr>
        <w:t>закладу</w:t>
      </w:r>
      <w:r w:rsidRPr="008B4CED">
        <w:rPr>
          <w:sz w:val="28"/>
          <w:szCs w:val="28"/>
          <w:lang w:val="uk-UA"/>
        </w:rPr>
        <w:t xml:space="preserve"> та призначення наказами відповідальних за безпечні умови для життя і здоров’я під час проведення санітарно-екологічних робіт.</w:t>
      </w:r>
    </w:p>
    <w:p w:rsidR="0064365F" w:rsidRPr="008B4CED" w:rsidRDefault="0064365F" w:rsidP="00EE252D">
      <w:pPr>
        <w:jc w:val="right"/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>Упродовж проведення робіт</w:t>
      </w:r>
    </w:p>
    <w:p w:rsidR="0064365F" w:rsidRPr="008B4CED" w:rsidRDefault="0064365F" w:rsidP="00EE2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8B4CED">
        <w:rPr>
          <w:sz w:val="28"/>
          <w:szCs w:val="28"/>
          <w:lang w:val="uk-UA"/>
        </w:rPr>
        <w:t xml:space="preserve">. Надавати начальнику господарчої групи </w:t>
      </w:r>
      <w:r>
        <w:rPr>
          <w:sz w:val="28"/>
          <w:szCs w:val="28"/>
          <w:lang w:val="uk-UA"/>
        </w:rPr>
        <w:t>Вернигорі О.О.</w:t>
      </w:r>
      <w:r w:rsidRPr="008B4CED">
        <w:rPr>
          <w:sz w:val="28"/>
          <w:szCs w:val="28"/>
          <w:lang w:val="uk-UA"/>
        </w:rPr>
        <w:t xml:space="preserve"> щотижнево звітну інформацію про хід проведення санітарно-екологічних робіт.</w:t>
      </w:r>
    </w:p>
    <w:p w:rsidR="0064365F" w:rsidRPr="008B4CED" w:rsidRDefault="0064365F" w:rsidP="00EE252D">
      <w:pPr>
        <w:jc w:val="right"/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>четверга</w:t>
      </w:r>
      <w:r w:rsidRPr="008B4CED">
        <w:rPr>
          <w:sz w:val="28"/>
          <w:szCs w:val="28"/>
          <w:lang w:val="uk-UA"/>
        </w:rPr>
        <w:t xml:space="preserve"> до 15-00</w:t>
      </w:r>
    </w:p>
    <w:p w:rsidR="0064365F" w:rsidRDefault="0064365F" w:rsidP="00B359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B4CED">
        <w:rPr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Р</w:t>
      </w:r>
      <w:r w:rsidRPr="008B4CED">
        <w:rPr>
          <w:color w:val="000000"/>
          <w:sz w:val="28"/>
          <w:szCs w:val="28"/>
          <w:lang w:val="uk-UA"/>
        </w:rPr>
        <w:t xml:space="preserve">озмістити цей наказ на сайті </w:t>
      </w:r>
      <w:r>
        <w:rPr>
          <w:color w:val="000000"/>
          <w:sz w:val="28"/>
          <w:szCs w:val="28"/>
          <w:lang w:val="uk-UA"/>
        </w:rPr>
        <w:t>закладу</w:t>
      </w:r>
      <w:r w:rsidRPr="008B4CED">
        <w:rPr>
          <w:sz w:val="28"/>
          <w:szCs w:val="28"/>
          <w:lang w:val="uk-UA"/>
        </w:rPr>
        <w:t xml:space="preserve"> </w:t>
      </w:r>
    </w:p>
    <w:p w:rsidR="0064365F" w:rsidRDefault="0064365F" w:rsidP="00EE252D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Відповідальна: Зарянська-Василенко Т.І.</w:t>
      </w:r>
    </w:p>
    <w:p w:rsidR="0064365F" w:rsidRPr="008B4CED" w:rsidRDefault="0064365F" w:rsidP="00EE252D">
      <w:pPr>
        <w:jc w:val="right"/>
        <w:rPr>
          <w:sz w:val="28"/>
          <w:szCs w:val="28"/>
          <w:lang w:val="uk-UA"/>
        </w:rPr>
      </w:pPr>
      <w:r w:rsidRPr="008B4CE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18</w:t>
      </w:r>
      <w:r w:rsidRPr="008B4CED">
        <w:rPr>
          <w:sz w:val="28"/>
          <w:szCs w:val="28"/>
          <w:lang w:val="uk-UA"/>
        </w:rPr>
        <w:t>.03.202</w:t>
      </w:r>
      <w:r>
        <w:rPr>
          <w:sz w:val="28"/>
          <w:szCs w:val="28"/>
          <w:lang w:val="uk-UA"/>
        </w:rPr>
        <w:t>4</w:t>
      </w:r>
    </w:p>
    <w:p w:rsidR="0064365F" w:rsidRDefault="0064365F" w:rsidP="00C332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B4CED">
        <w:rPr>
          <w:sz w:val="28"/>
          <w:szCs w:val="28"/>
          <w:lang w:val="uk-UA"/>
        </w:rPr>
        <w:t xml:space="preserve">. Контроль за виконанням наказу </w:t>
      </w:r>
      <w:r>
        <w:rPr>
          <w:sz w:val="28"/>
          <w:szCs w:val="28"/>
          <w:lang w:val="uk-UA"/>
        </w:rPr>
        <w:t>залишаю за собою.</w:t>
      </w:r>
    </w:p>
    <w:p w:rsidR="0064365F" w:rsidRPr="0074532C" w:rsidRDefault="0064365F" w:rsidP="00B35904">
      <w:pPr>
        <w:autoSpaceDE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Додаток на 1 арк. в 1 прим.</w:t>
      </w:r>
    </w:p>
    <w:p w:rsidR="0064365F" w:rsidRPr="0074532C" w:rsidRDefault="0064365F" w:rsidP="00F27BF8">
      <w:pPr>
        <w:spacing w:line="360" w:lineRule="auto"/>
        <w:rPr>
          <w:sz w:val="28"/>
          <w:szCs w:val="28"/>
          <w:lang w:val="uk-UA"/>
        </w:rPr>
      </w:pPr>
      <w:r w:rsidRPr="0074532C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ХЛ № 36</w:t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ab/>
      </w:r>
      <w:r w:rsidRPr="00982901">
        <w:rPr>
          <w:i/>
          <w:sz w:val="28"/>
          <w:szCs w:val="28"/>
          <w:highlight w:val="darkGray"/>
          <w:lang w:val="uk-UA"/>
        </w:rPr>
        <w:t>Оригінал підписано</w:t>
      </w:r>
      <w:r>
        <w:rPr>
          <w:sz w:val="28"/>
          <w:szCs w:val="28"/>
          <w:lang w:val="uk-UA"/>
        </w:rPr>
        <w:t xml:space="preserve">             </w:t>
      </w:r>
      <w:r w:rsidRPr="0074532C">
        <w:rPr>
          <w:sz w:val="28"/>
          <w:szCs w:val="28"/>
          <w:lang w:val="uk-UA"/>
        </w:rPr>
        <w:t>Лариса РИЧКОВА</w:t>
      </w:r>
    </w:p>
    <w:p w:rsidR="0064365F" w:rsidRDefault="0064365F" w:rsidP="008438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наказом ознайомлені:</w:t>
      </w:r>
    </w:p>
    <w:p w:rsidR="0064365F" w:rsidRDefault="0064365F" w:rsidP="008438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______Валентина ШИПІЦИНА_______</w:t>
      </w:r>
    </w:p>
    <w:p w:rsidR="0064365F" w:rsidRDefault="0064365F" w:rsidP="008438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______Тетяна ЗАРЯНСЬКА-ВАСИЛЕНКО ______</w:t>
      </w:r>
    </w:p>
    <w:p w:rsidR="0064365F" w:rsidRDefault="0064365F" w:rsidP="00843802">
      <w:pPr>
        <w:rPr>
          <w:sz w:val="28"/>
          <w:szCs w:val="28"/>
          <w:lang w:val="uk-UA"/>
        </w:rPr>
      </w:pPr>
    </w:p>
    <w:p w:rsidR="0064365F" w:rsidRDefault="0064365F" w:rsidP="00843802">
      <w:pPr>
        <w:rPr>
          <w:sz w:val="28"/>
          <w:szCs w:val="28"/>
          <w:lang w:val="uk-UA"/>
        </w:rPr>
      </w:pPr>
    </w:p>
    <w:p w:rsidR="0064365F" w:rsidRDefault="0064365F" w:rsidP="00843802">
      <w:pPr>
        <w:rPr>
          <w:lang w:val="uk-UA"/>
        </w:rPr>
      </w:pPr>
    </w:p>
    <w:p w:rsidR="0064365F" w:rsidRDefault="0064365F" w:rsidP="00232E96">
      <w:pPr>
        <w:jc w:val="both"/>
        <w:rPr>
          <w:sz w:val="28"/>
          <w:szCs w:val="28"/>
          <w:lang w:val="uk-UA"/>
        </w:rPr>
      </w:pPr>
    </w:p>
    <w:p w:rsidR="0064365F" w:rsidRPr="00CC2B8B" w:rsidRDefault="0064365F" w:rsidP="00F63DF9">
      <w:pPr>
        <w:ind w:left="6946"/>
        <w:jc w:val="both"/>
        <w:rPr>
          <w:lang w:val="uk-UA"/>
        </w:rPr>
      </w:pPr>
      <w:r>
        <w:rPr>
          <w:lang w:val="uk-UA"/>
        </w:rPr>
        <w:t xml:space="preserve">Додаток </w:t>
      </w:r>
    </w:p>
    <w:p w:rsidR="0064365F" w:rsidRPr="00CC2B8B" w:rsidRDefault="0064365F" w:rsidP="00F63DF9">
      <w:pPr>
        <w:spacing w:line="240" w:lineRule="atLeast"/>
        <w:ind w:left="6946"/>
        <w:jc w:val="both"/>
        <w:rPr>
          <w:lang w:val="uk-UA"/>
        </w:rPr>
      </w:pPr>
      <w:r w:rsidRPr="00CC2B8B">
        <w:rPr>
          <w:lang w:val="uk-UA"/>
        </w:rPr>
        <w:t xml:space="preserve">до наказу </w:t>
      </w:r>
    </w:p>
    <w:p w:rsidR="0064365F" w:rsidRDefault="0064365F" w:rsidP="00F63DF9">
      <w:pPr>
        <w:ind w:left="6946"/>
        <w:jc w:val="both"/>
        <w:rPr>
          <w:lang w:val="uk-UA"/>
        </w:rPr>
      </w:pPr>
      <w:r>
        <w:rPr>
          <w:lang w:val="uk-UA"/>
        </w:rPr>
        <w:t>від 1</w:t>
      </w:r>
      <w:r>
        <w:rPr>
          <w:lang w:val="en-US"/>
        </w:rPr>
        <w:t>5</w:t>
      </w:r>
      <w:r>
        <w:rPr>
          <w:lang w:val="uk-UA"/>
        </w:rPr>
        <w:t>.03.2024 № 04</w:t>
      </w:r>
      <w:r w:rsidRPr="00CC2B8B">
        <w:rPr>
          <w:lang w:val="uk-UA"/>
        </w:rPr>
        <w:t>-аг</w:t>
      </w:r>
    </w:p>
    <w:p w:rsidR="0064365F" w:rsidRDefault="0064365F" w:rsidP="00A25069">
      <w:pPr>
        <w:tabs>
          <w:tab w:val="left" w:pos="6140"/>
        </w:tabs>
        <w:ind w:firstLine="964"/>
        <w:jc w:val="center"/>
        <w:rPr>
          <w:b/>
          <w:sz w:val="28"/>
          <w:szCs w:val="28"/>
          <w:lang w:val="uk-UA"/>
        </w:rPr>
      </w:pPr>
    </w:p>
    <w:p w:rsidR="0064365F" w:rsidRDefault="0064365F" w:rsidP="00A25069">
      <w:pPr>
        <w:tabs>
          <w:tab w:val="left" w:pos="6140"/>
        </w:tabs>
        <w:ind w:firstLine="964"/>
        <w:jc w:val="center"/>
        <w:rPr>
          <w:sz w:val="28"/>
          <w:szCs w:val="28"/>
          <w:lang w:val="uk-UA"/>
        </w:rPr>
      </w:pPr>
      <w:r w:rsidRPr="00A25069">
        <w:rPr>
          <w:sz w:val="28"/>
          <w:szCs w:val="28"/>
          <w:lang w:val="uk-UA"/>
        </w:rPr>
        <w:t>План заходів з приведе</w:t>
      </w:r>
      <w:r>
        <w:rPr>
          <w:sz w:val="28"/>
          <w:szCs w:val="28"/>
          <w:lang w:val="uk-UA"/>
        </w:rPr>
        <w:t>ння до належного стану території</w:t>
      </w:r>
      <w:r w:rsidRPr="00A25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ХЛ № 36</w:t>
      </w:r>
    </w:p>
    <w:p w:rsidR="0064365F" w:rsidRPr="00A25069" w:rsidRDefault="0064365F" w:rsidP="00A25069">
      <w:pPr>
        <w:tabs>
          <w:tab w:val="left" w:pos="6140"/>
        </w:tabs>
        <w:ind w:firstLine="964"/>
        <w:jc w:val="center"/>
        <w:rPr>
          <w:sz w:val="28"/>
          <w:szCs w:val="28"/>
          <w:lang w:val="uk-UA"/>
        </w:rPr>
      </w:pPr>
      <w:r w:rsidRPr="00A25069">
        <w:rPr>
          <w:sz w:val="28"/>
          <w:szCs w:val="28"/>
          <w:lang w:val="uk-UA"/>
        </w:rPr>
        <w:t xml:space="preserve"> у весняний період  2024  року.</w:t>
      </w:r>
    </w:p>
    <w:p w:rsidR="0064365F" w:rsidRPr="00CC2B8B" w:rsidRDefault="0064365F" w:rsidP="00A25069">
      <w:pPr>
        <w:tabs>
          <w:tab w:val="left" w:pos="6140"/>
        </w:tabs>
        <w:jc w:val="both"/>
        <w:rPr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552"/>
        <w:gridCol w:w="992"/>
        <w:gridCol w:w="1418"/>
        <w:gridCol w:w="1417"/>
        <w:gridCol w:w="2268"/>
      </w:tblGrid>
      <w:tr w:rsidR="0064365F" w:rsidRPr="00A25069" w:rsidTr="00B11374">
        <w:trPr>
          <w:trHeight w:val="1105"/>
        </w:trPr>
        <w:tc>
          <w:tcPr>
            <w:tcW w:w="675" w:type="dxa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№ з/п</w:t>
            </w:r>
          </w:p>
        </w:tc>
        <w:tc>
          <w:tcPr>
            <w:tcW w:w="2552" w:type="dxa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Найменування заходів</w:t>
            </w:r>
          </w:p>
        </w:tc>
        <w:tc>
          <w:tcPr>
            <w:tcW w:w="992" w:type="dxa"/>
          </w:tcPr>
          <w:p w:rsidR="0064365F" w:rsidRPr="00A25069" w:rsidRDefault="0064365F" w:rsidP="00B11374">
            <w:pPr>
              <w:ind w:left="-108"/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Од. виміру</w:t>
            </w:r>
          </w:p>
        </w:tc>
        <w:tc>
          <w:tcPr>
            <w:tcW w:w="1418" w:type="dxa"/>
          </w:tcPr>
          <w:p w:rsidR="0064365F" w:rsidRPr="00A25069" w:rsidRDefault="0064365F" w:rsidP="00B11374">
            <w:pPr>
              <w:ind w:left="-108"/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Плановий обсяг робіт</w:t>
            </w:r>
          </w:p>
        </w:tc>
        <w:tc>
          <w:tcPr>
            <w:tcW w:w="1417" w:type="dxa"/>
          </w:tcPr>
          <w:p w:rsidR="0064365F" w:rsidRPr="00A25069" w:rsidRDefault="0064365F" w:rsidP="00B11374">
            <w:pPr>
              <w:ind w:left="-108" w:right="-108"/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 xml:space="preserve">Термін виконання </w:t>
            </w:r>
          </w:p>
        </w:tc>
        <w:tc>
          <w:tcPr>
            <w:tcW w:w="2268" w:type="dxa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Виконавець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1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Санітарна очистка територій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га</w:t>
            </w:r>
          </w:p>
        </w:tc>
        <w:tc>
          <w:tcPr>
            <w:tcW w:w="1418" w:type="dxa"/>
            <w:vAlign w:val="center"/>
          </w:tcPr>
          <w:p w:rsidR="0064365F" w:rsidRPr="00532FB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Березень-Квітень</w:t>
            </w:r>
          </w:p>
        </w:tc>
        <w:tc>
          <w:tcPr>
            <w:tcW w:w="2268" w:type="dxa"/>
            <w:vAlign w:val="center"/>
          </w:tcPr>
          <w:p w:rsidR="0064365F" w:rsidRPr="00532FB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2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Улаштування газонів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га</w:t>
            </w:r>
          </w:p>
        </w:tc>
        <w:tc>
          <w:tcPr>
            <w:tcW w:w="1418" w:type="dxa"/>
            <w:vAlign w:val="center"/>
          </w:tcPr>
          <w:p w:rsidR="0064365F" w:rsidRPr="00532FB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0.1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Березень-Квітень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3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Вивіз сміття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м3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Березень-Квітень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4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Кронування дерев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шт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pPr>
              <w:rPr>
                <w:lang w:val="uk-UA"/>
              </w:rPr>
            </w:pPr>
            <w:r w:rsidRPr="00A25069">
              <w:rPr>
                <w:lang w:val="uk-UA"/>
              </w:rPr>
              <w:t>Зріз дерев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673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pPr>
              <w:rPr>
                <w:lang w:val="uk-UA"/>
              </w:rPr>
            </w:pPr>
            <w:r w:rsidRPr="00A25069">
              <w:rPr>
                <w:lang w:val="uk-UA"/>
              </w:rPr>
              <w:t>Висадка</w:t>
            </w:r>
            <w:r w:rsidRPr="00A25069">
              <w:t xml:space="preserve"> квітів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шт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Посадка дерев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шт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8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Частковий ремонт відмостки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м2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9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rPr>
                <w:lang w:val="uk-UA"/>
              </w:rPr>
              <w:t>Фарбування</w:t>
            </w:r>
            <w:r w:rsidRPr="00A25069">
              <w:t xml:space="preserve"> огорожі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м2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  <w:tr w:rsidR="0064365F" w:rsidRPr="00A25069" w:rsidTr="00B11374">
        <w:trPr>
          <w:trHeight w:val="277"/>
        </w:trPr>
        <w:tc>
          <w:tcPr>
            <w:tcW w:w="675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 w:rsidRPr="00A25069">
              <w:rPr>
                <w:lang w:val="uk-UA"/>
              </w:rPr>
              <w:t>10</w:t>
            </w:r>
          </w:p>
        </w:tc>
        <w:tc>
          <w:tcPr>
            <w:tcW w:w="2552" w:type="dxa"/>
            <w:vAlign w:val="center"/>
          </w:tcPr>
          <w:p w:rsidR="0064365F" w:rsidRPr="00A25069" w:rsidRDefault="0064365F" w:rsidP="00B11374">
            <w:r w:rsidRPr="00A25069">
              <w:t>Частковий ремонт цоколя</w:t>
            </w:r>
          </w:p>
        </w:tc>
        <w:tc>
          <w:tcPr>
            <w:tcW w:w="992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t>м2</w:t>
            </w:r>
          </w:p>
        </w:tc>
        <w:tc>
          <w:tcPr>
            <w:tcW w:w="1418" w:type="dxa"/>
            <w:vAlign w:val="center"/>
          </w:tcPr>
          <w:p w:rsidR="0064365F" w:rsidRPr="00A25069" w:rsidRDefault="0064365F" w:rsidP="00B113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417" w:type="dxa"/>
            <w:vAlign w:val="center"/>
          </w:tcPr>
          <w:p w:rsidR="0064365F" w:rsidRPr="00A25069" w:rsidRDefault="0064365F" w:rsidP="00B11374">
            <w:pPr>
              <w:jc w:val="center"/>
            </w:pPr>
            <w:r w:rsidRPr="00A25069">
              <w:rPr>
                <w:lang w:val="uk-UA"/>
              </w:rPr>
              <w:t>Квітень</w:t>
            </w:r>
          </w:p>
        </w:tc>
        <w:tc>
          <w:tcPr>
            <w:tcW w:w="2268" w:type="dxa"/>
            <w:vAlign w:val="center"/>
          </w:tcPr>
          <w:p w:rsidR="0064365F" w:rsidRPr="00A25069" w:rsidRDefault="0064365F" w:rsidP="00B11374">
            <w:pPr>
              <w:jc w:val="center"/>
            </w:pPr>
            <w:r>
              <w:rPr>
                <w:lang w:val="uk-UA"/>
              </w:rPr>
              <w:t>Шипіцина В.М.</w:t>
            </w:r>
          </w:p>
        </w:tc>
      </w:tr>
    </w:tbl>
    <w:p w:rsidR="0064365F" w:rsidRPr="00CC2B8B" w:rsidRDefault="0064365F" w:rsidP="00A25069">
      <w:pPr>
        <w:rPr>
          <w:sz w:val="28"/>
          <w:szCs w:val="28"/>
          <w:lang w:val="uk-UA"/>
        </w:rPr>
      </w:pPr>
    </w:p>
    <w:p w:rsidR="0064365F" w:rsidRDefault="0064365F" w:rsidP="00A25069"/>
    <w:p w:rsidR="0064365F" w:rsidRPr="00CC2B8B" w:rsidRDefault="0064365F" w:rsidP="00F63DF9">
      <w:pPr>
        <w:ind w:left="6946"/>
        <w:jc w:val="both"/>
        <w:rPr>
          <w:lang w:val="uk-UA"/>
        </w:rPr>
      </w:pPr>
    </w:p>
    <w:p w:rsidR="0064365F" w:rsidRDefault="0064365F" w:rsidP="00FF7295">
      <w:pPr>
        <w:suppressAutoHyphens/>
        <w:rPr>
          <w:sz w:val="28"/>
          <w:szCs w:val="28"/>
          <w:lang w:val="uk-UA"/>
        </w:rPr>
      </w:pPr>
    </w:p>
    <w:sectPr w:rsidR="0064365F" w:rsidSect="007C718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7C1"/>
    <w:rsid w:val="00000DB7"/>
    <w:rsid w:val="0002082B"/>
    <w:rsid w:val="00026319"/>
    <w:rsid w:val="000307AF"/>
    <w:rsid w:val="00037D39"/>
    <w:rsid w:val="0005546C"/>
    <w:rsid w:val="00055B43"/>
    <w:rsid w:val="00056CAA"/>
    <w:rsid w:val="00070FFE"/>
    <w:rsid w:val="000766BE"/>
    <w:rsid w:val="00081FBE"/>
    <w:rsid w:val="00084546"/>
    <w:rsid w:val="00086A6D"/>
    <w:rsid w:val="000A4E9B"/>
    <w:rsid w:val="000A71B5"/>
    <w:rsid w:val="000C702D"/>
    <w:rsid w:val="000D5A51"/>
    <w:rsid w:val="000E2C57"/>
    <w:rsid w:val="000E381D"/>
    <w:rsid w:val="000E3B32"/>
    <w:rsid w:val="000F28DF"/>
    <w:rsid w:val="000F7043"/>
    <w:rsid w:val="001018DD"/>
    <w:rsid w:val="001060A9"/>
    <w:rsid w:val="001168FF"/>
    <w:rsid w:val="00121012"/>
    <w:rsid w:val="00137DE2"/>
    <w:rsid w:val="00144E30"/>
    <w:rsid w:val="00146DFE"/>
    <w:rsid w:val="00157515"/>
    <w:rsid w:val="00164C30"/>
    <w:rsid w:val="00195C70"/>
    <w:rsid w:val="001B2B81"/>
    <w:rsid w:val="001B6854"/>
    <w:rsid w:val="001B7B5D"/>
    <w:rsid w:val="001D0B89"/>
    <w:rsid w:val="001D4A48"/>
    <w:rsid w:val="001F2ABB"/>
    <w:rsid w:val="001F4F9A"/>
    <w:rsid w:val="002002E9"/>
    <w:rsid w:val="00202AEE"/>
    <w:rsid w:val="00205733"/>
    <w:rsid w:val="00207060"/>
    <w:rsid w:val="00212302"/>
    <w:rsid w:val="00220CB3"/>
    <w:rsid w:val="002218D6"/>
    <w:rsid w:val="00232E0D"/>
    <w:rsid w:val="00232E96"/>
    <w:rsid w:val="0023433D"/>
    <w:rsid w:val="00234F17"/>
    <w:rsid w:val="00243952"/>
    <w:rsid w:val="0024531E"/>
    <w:rsid w:val="00257BF9"/>
    <w:rsid w:val="0026031C"/>
    <w:rsid w:val="00262847"/>
    <w:rsid w:val="002858E5"/>
    <w:rsid w:val="00291E6C"/>
    <w:rsid w:val="00294EED"/>
    <w:rsid w:val="0029603C"/>
    <w:rsid w:val="002A4DA9"/>
    <w:rsid w:val="002B0199"/>
    <w:rsid w:val="002C44E6"/>
    <w:rsid w:val="002E5765"/>
    <w:rsid w:val="002F08D1"/>
    <w:rsid w:val="00300683"/>
    <w:rsid w:val="00305489"/>
    <w:rsid w:val="00336C16"/>
    <w:rsid w:val="00355835"/>
    <w:rsid w:val="00357D0F"/>
    <w:rsid w:val="003644B8"/>
    <w:rsid w:val="00365B3C"/>
    <w:rsid w:val="00370241"/>
    <w:rsid w:val="00373F7E"/>
    <w:rsid w:val="00381676"/>
    <w:rsid w:val="00392BC4"/>
    <w:rsid w:val="003A4BD6"/>
    <w:rsid w:val="003B796F"/>
    <w:rsid w:val="003D0E61"/>
    <w:rsid w:val="003D3D62"/>
    <w:rsid w:val="003E38D4"/>
    <w:rsid w:val="003F5795"/>
    <w:rsid w:val="003F5F1C"/>
    <w:rsid w:val="004107BB"/>
    <w:rsid w:val="00421E1C"/>
    <w:rsid w:val="00433804"/>
    <w:rsid w:val="0045121D"/>
    <w:rsid w:val="004C2E73"/>
    <w:rsid w:val="004C626C"/>
    <w:rsid w:val="004D7CD6"/>
    <w:rsid w:val="004E4C23"/>
    <w:rsid w:val="004E4C5A"/>
    <w:rsid w:val="0050671E"/>
    <w:rsid w:val="00532FB9"/>
    <w:rsid w:val="005332C6"/>
    <w:rsid w:val="00537C12"/>
    <w:rsid w:val="005447F1"/>
    <w:rsid w:val="00551F5F"/>
    <w:rsid w:val="005700C5"/>
    <w:rsid w:val="005768AD"/>
    <w:rsid w:val="00592080"/>
    <w:rsid w:val="005B07C5"/>
    <w:rsid w:val="005B18AE"/>
    <w:rsid w:val="005D24F7"/>
    <w:rsid w:val="005D4544"/>
    <w:rsid w:val="006128D1"/>
    <w:rsid w:val="00613F36"/>
    <w:rsid w:val="00626945"/>
    <w:rsid w:val="00626AC9"/>
    <w:rsid w:val="00630CE9"/>
    <w:rsid w:val="00632C6A"/>
    <w:rsid w:val="006365CC"/>
    <w:rsid w:val="00640432"/>
    <w:rsid w:val="0064365F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5694"/>
    <w:rsid w:val="006B2717"/>
    <w:rsid w:val="006B481B"/>
    <w:rsid w:val="006B4DF0"/>
    <w:rsid w:val="006C2D50"/>
    <w:rsid w:val="006C33CE"/>
    <w:rsid w:val="006D1660"/>
    <w:rsid w:val="006D3B34"/>
    <w:rsid w:val="006D6676"/>
    <w:rsid w:val="006D7D50"/>
    <w:rsid w:val="006E6E24"/>
    <w:rsid w:val="006E6FB6"/>
    <w:rsid w:val="006E7202"/>
    <w:rsid w:val="006F0439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B24F0"/>
    <w:rsid w:val="007C7189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B4CED"/>
    <w:rsid w:val="008C757B"/>
    <w:rsid w:val="008E02FB"/>
    <w:rsid w:val="008E620C"/>
    <w:rsid w:val="00905AA3"/>
    <w:rsid w:val="009338BD"/>
    <w:rsid w:val="00940502"/>
    <w:rsid w:val="00976749"/>
    <w:rsid w:val="00982901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A00194"/>
    <w:rsid w:val="00A0308C"/>
    <w:rsid w:val="00A25069"/>
    <w:rsid w:val="00A32D2B"/>
    <w:rsid w:val="00A4008B"/>
    <w:rsid w:val="00A44623"/>
    <w:rsid w:val="00A514AA"/>
    <w:rsid w:val="00A54E0C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0115E"/>
    <w:rsid w:val="00B11374"/>
    <w:rsid w:val="00B24F7E"/>
    <w:rsid w:val="00B35904"/>
    <w:rsid w:val="00B43184"/>
    <w:rsid w:val="00B43C41"/>
    <w:rsid w:val="00B45DF5"/>
    <w:rsid w:val="00B641EC"/>
    <w:rsid w:val="00B64B99"/>
    <w:rsid w:val="00B82511"/>
    <w:rsid w:val="00B93F06"/>
    <w:rsid w:val="00BA3B57"/>
    <w:rsid w:val="00BA5761"/>
    <w:rsid w:val="00BA7141"/>
    <w:rsid w:val="00BB3818"/>
    <w:rsid w:val="00BB63C8"/>
    <w:rsid w:val="00BB7EF0"/>
    <w:rsid w:val="00BC4BA8"/>
    <w:rsid w:val="00BC5835"/>
    <w:rsid w:val="00BD3AB6"/>
    <w:rsid w:val="00BD62CE"/>
    <w:rsid w:val="00BE0B9D"/>
    <w:rsid w:val="00BE7A01"/>
    <w:rsid w:val="00BF299E"/>
    <w:rsid w:val="00BF2C04"/>
    <w:rsid w:val="00C05D32"/>
    <w:rsid w:val="00C11155"/>
    <w:rsid w:val="00C152AC"/>
    <w:rsid w:val="00C332BD"/>
    <w:rsid w:val="00C362F6"/>
    <w:rsid w:val="00C36D75"/>
    <w:rsid w:val="00C4273A"/>
    <w:rsid w:val="00C46D5F"/>
    <w:rsid w:val="00C57F47"/>
    <w:rsid w:val="00C65671"/>
    <w:rsid w:val="00C80C6C"/>
    <w:rsid w:val="00C93C51"/>
    <w:rsid w:val="00CB04D0"/>
    <w:rsid w:val="00CB7F2A"/>
    <w:rsid w:val="00CC2B8B"/>
    <w:rsid w:val="00CE138A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33500"/>
    <w:rsid w:val="00D42895"/>
    <w:rsid w:val="00D42FE3"/>
    <w:rsid w:val="00D8141A"/>
    <w:rsid w:val="00D86144"/>
    <w:rsid w:val="00D92B54"/>
    <w:rsid w:val="00D92CBB"/>
    <w:rsid w:val="00DB2240"/>
    <w:rsid w:val="00DB2BE0"/>
    <w:rsid w:val="00DC75FE"/>
    <w:rsid w:val="00DD68A6"/>
    <w:rsid w:val="00DE779D"/>
    <w:rsid w:val="00E028BC"/>
    <w:rsid w:val="00E05CCD"/>
    <w:rsid w:val="00E05D32"/>
    <w:rsid w:val="00E1504E"/>
    <w:rsid w:val="00E179D0"/>
    <w:rsid w:val="00E30537"/>
    <w:rsid w:val="00E37774"/>
    <w:rsid w:val="00E44C7C"/>
    <w:rsid w:val="00E50F79"/>
    <w:rsid w:val="00E51D0E"/>
    <w:rsid w:val="00E7237A"/>
    <w:rsid w:val="00E7688E"/>
    <w:rsid w:val="00E83B4A"/>
    <w:rsid w:val="00E92C5B"/>
    <w:rsid w:val="00E934BE"/>
    <w:rsid w:val="00E938CD"/>
    <w:rsid w:val="00E93992"/>
    <w:rsid w:val="00EC3B59"/>
    <w:rsid w:val="00ED3FDF"/>
    <w:rsid w:val="00ED41DA"/>
    <w:rsid w:val="00ED5C51"/>
    <w:rsid w:val="00EE0188"/>
    <w:rsid w:val="00EE1049"/>
    <w:rsid w:val="00EE252D"/>
    <w:rsid w:val="00EF4BF2"/>
    <w:rsid w:val="00F01D5C"/>
    <w:rsid w:val="00F02183"/>
    <w:rsid w:val="00F03367"/>
    <w:rsid w:val="00F27BF8"/>
    <w:rsid w:val="00F3298E"/>
    <w:rsid w:val="00F37873"/>
    <w:rsid w:val="00F37B97"/>
    <w:rsid w:val="00F63DF9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C1"/>
    <w:rPr>
      <w:rFonts w:eastAsia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6717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539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7C1"/>
    <w:rPr>
      <w:rFonts w:eastAsia="Times New Roman" w:cs="Times New Roman"/>
      <w:bCs/>
      <w:kern w:val="36"/>
      <w:sz w:val="48"/>
      <w:szCs w:val="48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55397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6717C1"/>
    <w:rPr>
      <w:rFonts w:eastAsia="Times New Roman" w:cs="Times New Roman"/>
      <w:lang w:val="uk-UA" w:eastAsia="ru-RU"/>
    </w:rPr>
  </w:style>
  <w:style w:type="paragraph" w:customStyle="1" w:styleId="1">
    <w:name w:val="Без интервала1"/>
    <w:uiPriority w:val="99"/>
    <w:rsid w:val="00D92B54"/>
    <w:rPr>
      <w:rFonts w:eastAsia="Times New Roman"/>
      <w:sz w:val="28"/>
      <w:szCs w:val="20"/>
      <w:lang w:eastAsia="uk-UA"/>
    </w:rPr>
  </w:style>
  <w:style w:type="character" w:styleId="Hyperlink">
    <w:name w:val="Hyperlink"/>
    <w:basedOn w:val="DefaultParagraphFont"/>
    <w:uiPriority w:val="99"/>
    <w:rsid w:val="00CF5FCE"/>
    <w:rPr>
      <w:rFonts w:cs="Times New Roman"/>
      <w:color w:val="0000FF"/>
      <w:u w:val="single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766BE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rsid w:val="000766BE"/>
    <w:pPr>
      <w:spacing w:before="100" w:beforeAutospacing="1" w:after="100" w:afterAutospacing="1"/>
    </w:pPr>
  </w:style>
  <w:style w:type="character" w:customStyle="1" w:styleId="a">
    <w:name w:val="Знак Знак"/>
    <w:uiPriority w:val="99"/>
    <w:rsid w:val="00BF2C04"/>
    <w:rPr>
      <w:sz w:val="23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A25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50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60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407</Words>
  <Characters>2323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7</cp:revision>
  <cp:lastPrinted>2024-03-18T11:12:00Z</cp:lastPrinted>
  <dcterms:created xsi:type="dcterms:W3CDTF">2024-03-18T08:53:00Z</dcterms:created>
  <dcterms:modified xsi:type="dcterms:W3CDTF">2024-03-19T09:37:00Z</dcterms:modified>
</cp:coreProperties>
</file>