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horzAnchor="page" w:tblpX="1" w:tblpY="-825"/>
        <w:tblW w:w="21324" w:type="dxa"/>
        <w:tblBorders>
          <w:bottom w:val="single" w:sz="4" w:space="0" w:color="auto"/>
        </w:tblBorders>
        <w:tblLook w:val="00A0"/>
      </w:tblPr>
      <w:tblGrid>
        <w:gridCol w:w="3510"/>
        <w:gridCol w:w="4677"/>
        <w:gridCol w:w="5847"/>
        <w:gridCol w:w="3645"/>
        <w:gridCol w:w="3645"/>
      </w:tblGrid>
      <w:tr w:rsidR="00533D62" w:rsidRPr="00404EB9" w:rsidTr="00926A07">
        <w:trPr>
          <w:gridAfter w:val="2"/>
          <w:wAfter w:w="7290" w:type="dxa"/>
          <w:trHeight w:val="184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533D62" w:rsidRPr="007351C3" w:rsidRDefault="00533D62" w:rsidP="00C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33D62" w:rsidRPr="007351C3" w:rsidRDefault="00533D62" w:rsidP="00C30BBC">
            <w:pPr>
              <w:spacing w:after="0" w:line="254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533D62" w:rsidRPr="007351C3" w:rsidRDefault="00533D62" w:rsidP="00C30BBC">
            <w:pPr>
              <w:spacing w:after="0" w:line="254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533D62" w:rsidRPr="007351C3" w:rsidRDefault="00533D62" w:rsidP="00C30BBC">
            <w:pPr>
              <w:spacing w:after="0" w:line="254" w:lineRule="auto"/>
              <w:jc w:val="center"/>
              <w:rPr>
                <w:rFonts w:ascii="Times New Roman" w:hAnsi="Times New Roman"/>
                <w:lang w:val="uk-UA"/>
              </w:rPr>
            </w:pPr>
            <w:r w:rsidRPr="007351C3">
              <w:rPr>
                <w:rFonts w:ascii="Times New Roman" w:hAnsi="Times New Roman"/>
                <w:lang w:val="uk-UA"/>
              </w:rPr>
              <w:t>ХАРКІВСЬКА ЗАГАЛЬНООСВІТНЯ</w:t>
            </w:r>
          </w:p>
          <w:p w:rsidR="00533D62" w:rsidRPr="007351C3" w:rsidRDefault="00533D62" w:rsidP="00C30BBC">
            <w:pPr>
              <w:spacing w:after="0" w:line="254" w:lineRule="auto"/>
              <w:jc w:val="center"/>
              <w:rPr>
                <w:rFonts w:ascii="Times New Roman" w:hAnsi="Times New Roman"/>
                <w:lang w:val="uk-UA"/>
              </w:rPr>
            </w:pPr>
            <w:r w:rsidRPr="007351C3">
              <w:rPr>
                <w:rFonts w:ascii="Times New Roman" w:hAnsi="Times New Roman"/>
                <w:lang w:val="uk-UA"/>
              </w:rPr>
              <w:t>ШКОЛА І-ІІІ СТУПЕНІВ № 36</w:t>
            </w:r>
          </w:p>
          <w:p w:rsidR="00533D62" w:rsidRPr="007351C3" w:rsidRDefault="00533D62" w:rsidP="00C30BBC">
            <w:pPr>
              <w:spacing w:after="0" w:line="254" w:lineRule="auto"/>
              <w:jc w:val="center"/>
              <w:rPr>
                <w:rFonts w:ascii="Times New Roman" w:hAnsi="Times New Roman"/>
                <w:lang w:val="uk-UA"/>
              </w:rPr>
            </w:pPr>
            <w:r w:rsidRPr="007351C3">
              <w:rPr>
                <w:rFonts w:ascii="Times New Roman" w:hAnsi="Times New Roman"/>
                <w:lang w:val="uk-UA"/>
              </w:rPr>
              <w:t>ХАРКІВСЬКОЇ МІСЬКОЇ РАДИ</w:t>
            </w:r>
          </w:p>
          <w:p w:rsidR="00533D62" w:rsidRPr="007351C3" w:rsidRDefault="00533D62" w:rsidP="00C30BBC">
            <w:pPr>
              <w:spacing w:after="0" w:line="254" w:lineRule="auto"/>
              <w:jc w:val="center"/>
              <w:rPr>
                <w:rFonts w:ascii="Times New Roman" w:hAnsi="Times New Roman"/>
                <w:lang w:val="uk-UA"/>
              </w:rPr>
            </w:pPr>
            <w:r w:rsidRPr="007351C3">
              <w:rPr>
                <w:rFonts w:ascii="Times New Roman" w:hAnsi="Times New Roman"/>
                <w:lang w:val="uk-UA"/>
              </w:rPr>
              <w:t>ХАРКІВСЬКОЇ ОБЛАСТІ</w:t>
            </w:r>
          </w:p>
          <w:p w:rsidR="00533D62" w:rsidRPr="007351C3" w:rsidRDefault="00533D62" w:rsidP="00C30BBC">
            <w:pPr>
              <w:spacing w:after="0" w:line="254" w:lineRule="auto"/>
              <w:jc w:val="center"/>
              <w:rPr>
                <w:rFonts w:ascii="Times New Roman" w:hAnsi="Times New Roman"/>
                <w:lang w:val="uk-UA"/>
              </w:rPr>
            </w:pPr>
            <w:r w:rsidRPr="007351C3">
              <w:rPr>
                <w:rFonts w:ascii="Times New Roman" w:hAnsi="Times New Roman"/>
                <w:lang w:val="uk-UA"/>
              </w:rPr>
              <w:t xml:space="preserve">вул. Алчевських, </w:t>
            </w:r>
            <w:smartTag w:uri="urn:schemas-microsoft-com:office:smarttags" w:element="metricconverter">
              <w:smartTagPr>
                <w:attr w:name="ProductID" w:val="55, м"/>
              </w:smartTagPr>
              <w:r w:rsidRPr="007351C3">
                <w:rPr>
                  <w:rFonts w:ascii="Times New Roman" w:hAnsi="Times New Roman"/>
                  <w:lang w:val="uk-UA"/>
                </w:rPr>
                <w:t>55, м</w:t>
              </w:r>
            </w:smartTag>
            <w:r w:rsidRPr="007351C3">
              <w:rPr>
                <w:rFonts w:ascii="Times New Roman" w:hAnsi="Times New Roman"/>
                <w:lang w:val="uk-UA"/>
              </w:rPr>
              <w:t>. Харків, 61023</w:t>
            </w:r>
          </w:p>
          <w:p w:rsidR="00533D62" w:rsidRPr="007351C3" w:rsidRDefault="00533D62" w:rsidP="00C30BBC">
            <w:pPr>
              <w:spacing w:after="0" w:line="254" w:lineRule="auto"/>
              <w:jc w:val="center"/>
              <w:rPr>
                <w:rFonts w:ascii="Times New Roman" w:hAnsi="Times New Roman"/>
                <w:lang w:val="uk-UA"/>
              </w:rPr>
            </w:pPr>
            <w:r w:rsidRPr="007351C3">
              <w:rPr>
                <w:rFonts w:ascii="Times New Roman" w:hAnsi="Times New Roman"/>
                <w:lang w:val="uk-UA"/>
              </w:rPr>
              <w:t>тел. 725-19-19,</w:t>
            </w:r>
          </w:p>
          <w:p w:rsidR="00533D62" w:rsidRPr="007351C3" w:rsidRDefault="00533D62" w:rsidP="00C30BBC">
            <w:pPr>
              <w:spacing w:after="0" w:line="254" w:lineRule="auto"/>
              <w:jc w:val="center"/>
              <w:rPr>
                <w:rFonts w:ascii="Times New Roman" w:hAnsi="Times New Roman"/>
                <w:lang w:val="uk-UA"/>
              </w:rPr>
            </w:pPr>
            <w:r w:rsidRPr="007351C3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7351C3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7351C3">
              <w:rPr>
                <w:rFonts w:ascii="Times New Roman" w:hAnsi="Times New Roman"/>
                <w:lang w:val="en-US"/>
              </w:rPr>
              <w:t>mail</w:t>
            </w:r>
            <w:r w:rsidRPr="007351C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7351C3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h</w:t>
            </w:r>
            <w:r w:rsidRPr="007351C3">
              <w:rPr>
                <w:rFonts w:ascii="Times New Roman" w:hAnsi="Times New Roman"/>
                <w:sz w:val="20"/>
                <w:szCs w:val="20"/>
                <w:u w:val="single"/>
                <w:lang w:val="uk-UA"/>
              </w:rPr>
              <w:t>_</w:t>
            </w:r>
            <w:hyperlink r:id="rId7" w:history="1">
              <w:r w:rsidRPr="007351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sc</w:t>
              </w:r>
              <w:r w:rsidRPr="007351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36@</w:t>
              </w:r>
              <w:r w:rsidRPr="007351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ukr</w:t>
              </w:r>
              <w:r w:rsidRPr="007351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7351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net</w:t>
              </w:r>
            </w:hyperlink>
            <w:r w:rsidRPr="007351C3">
              <w:rPr>
                <w:rFonts w:ascii="Times New Roman" w:hAnsi="Times New Roman"/>
                <w:lang w:val="uk-UA"/>
              </w:rPr>
              <w:t xml:space="preserve">, </w:t>
            </w:r>
            <w:r w:rsidRPr="007351C3">
              <w:rPr>
                <w:rFonts w:ascii="Times New Roman" w:hAnsi="Times New Roman"/>
                <w:sz w:val="20"/>
                <w:szCs w:val="20"/>
                <w:lang w:val="uk-UA"/>
              </w:rPr>
              <w:t>Код ЄДРПОУ 24487917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</w:tcPr>
          <w:p w:rsidR="00533D62" w:rsidRPr="007351C3" w:rsidRDefault="00533D62" w:rsidP="00C30BBC">
            <w:pPr>
              <w:spacing w:after="0" w:line="254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533D62" w:rsidRPr="007351C3" w:rsidRDefault="00533D62" w:rsidP="00C30BBC">
            <w:pPr>
              <w:spacing w:after="0" w:line="254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533D62" w:rsidRPr="007351C3" w:rsidRDefault="00533D62" w:rsidP="00C30BBC">
            <w:pPr>
              <w:spacing w:after="0" w:line="254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533D62" w:rsidRPr="00404EB9" w:rsidTr="00926A07">
        <w:trPr>
          <w:trHeight w:val="311"/>
        </w:trPr>
        <w:tc>
          <w:tcPr>
            <w:tcW w:w="14034" w:type="dxa"/>
            <w:gridSpan w:val="3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33D62" w:rsidRPr="007351C3" w:rsidRDefault="00533D62" w:rsidP="00C30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D62" w:rsidRPr="007351C3" w:rsidRDefault="00533D62" w:rsidP="00C30BBC">
            <w:pPr>
              <w:spacing w:after="0" w:line="240" w:lineRule="auto"/>
              <w:ind w:hanging="20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D62" w:rsidRPr="007351C3" w:rsidRDefault="00533D62" w:rsidP="00C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533D62" w:rsidRPr="007351C3" w:rsidRDefault="00533D62" w:rsidP="00C30BB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533D62" w:rsidRPr="007351C3" w:rsidRDefault="00533D62" w:rsidP="00C30BB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533D62" w:rsidRPr="007351C3" w:rsidRDefault="00533D62" w:rsidP="00C30BBC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 w:eastAsia="ru-RU"/>
        </w:rPr>
      </w:pPr>
      <w:r w:rsidRPr="007351C3">
        <w:rPr>
          <w:rFonts w:ascii="Times New Roman" w:hAnsi="Times New Roman"/>
          <w:sz w:val="32"/>
          <w:szCs w:val="32"/>
          <w:lang w:val="uk-UA" w:eastAsia="ru-RU"/>
        </w:rPr>
        <w:t>НАКАЗ</w:t>
      </w:r>
    </w:p>
    <w:p w:rsidR="00533D62" w:rsidRPr="007351C3" w:rsidRDefault="00533D62" w:rsidP="00774734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26</w:t>
      </w:r>
      <w:r w:rsidRPr="007351C3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12</w:t>
      </w:r>
      <w:r w:rsidRPr="007351C3">
        <w:rPr>
          <w:rFonts w:ascii="Times New Roman" w:hAnsi="Times New Roman"/>
          <w:sz w:val="28"/>
          <w:szCs w:val="28"/>
          <w:lang w:val="uk-UA" w:eastAsia="ru-RU"/>
        </w:rPr>
        <w:t>.20</w:t>
      </w:r>
      <w:r>
        <w:rPr>
          <w:rFonts w:ascii="Times New Roman" w:hAnsi="Times New Roman"/>
          <w:sz w:val="28"/>
          <w:szCs w:val="28"/>
          <w:lang w:val="uk-UA" w:eastAsia="ru-RU"/>
        </w:rPr>
        <w:t>22</w:t>
      </w:r>
      <w:r w:rsidRPr="007351C3">
        <w:rPr>
          <w:rFonts w:ascii="Times New Roman" w:hAnsi="Times New Roman"/>
          <w:sz w:val="28"/>
          <w:szCs w:val="28"/>
          <w:lang w:val="uk-UA" w:eastAsia="ru-RU"/>
        </w:rPr>
        <w:tab/>
      </w:r>
      <w:r w:rsidRPr="007351C3">
        <w:rPr>
          <w:rFonts w:ascii="Times New Roman" w:hAnsi="Times New Roman"/>
          <w:sz w:val="28"/>
          <w:szCs w:val="28"/>
          <w:lang w:val="uk-UA" w:eastAsia="ru-RU"/>
        </w:rPr>
        <w:tab/>
      </w:r>
      <w:r w:rsidRPr="007351C3">
        <w:rPr>
          <w:rFonts w:ascii="Times New Roman" w:hAnsi="Times New Roman"/>
          <w:sz w:val="28"/>
          <w:szCs w:val="28"/>
          <w:lang w:val="uk-UA" w:eastAsia="ru-RU"/>
        </w:rPr>
        <w:tab/>
      </w:r>
      <w:r w:rsidRPr="007351C3">
        <w:rPr>
          <w:rFonts w:ascii="Times New Roman" w:hAnsi="Times New Roman"/>
          <w:sz w:val="28"/>
          <w:szCs w:val="28"/>
          <w:lang w:val="uk-UA" w:eastAsia="ru-RU"/>
        </w:rPr>
        <w:tab/>
      </w:r>
      <w:r w:rsidRPr="007351C3">
        <w:rPr>
          <w:rFonts w:ascii="Times New Roman" w:hAnsi="Times New Roman"/>
          <w:sz w:val="28"/>
          <w:szCs w:val="28"/>
          <w:lang w:val="uk-UA" w:eastAsia="ru-RU"/>
        </w:rPr>
        <w:tab/>
      </w:r>
      <w:r w:rsidRPr="007351C3">
        <w:rPr>
          <w:rFonts w:ascii="Times New Roman" w:hAnsi="Times New Roman"/>
          <w:sz w:val="28"/>
          <w:szCs w:val="28"/>
          <w:lang w:val="uk-UA" w:eastAsia="ru-RU"/>
        </w:rPr>
        <w:tab/>
      </w:r>
      <w:r w:rsidRPr="007351C3">
        <w:rPr>
          <w:rFonts w:ascii="Times New Roman" w:hAnsi="Times New Roman"/>
          <w:sz w:val="28"/>
          <w:szCs w:val="28"/>
          <w:lang w:val="uk-UA" w:eastAsia="ru-RU"/>
        </w:rPr>
        <w:tab/>
      </w:r>
      <w:r w:rsidRPr="007351C3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</w:t>
      </w:r>
      <w:r w:rsidRPr="007351C3">
        <w:rPr>
          <w:rFonts w:ascii="Times New Roman" w:hAnsi="Times New Roman"/>
          <w:sz w:val="28"/>
          <w:szCs w:val="28"/>
          <w:lang w:val="uk-UA" w:eastAsia="ru-RU"/>
        </w:rPr>
        <w:tab/>
        <w:t>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201</w:t>
      </w:r>
      <w:r w:rsidRPr="007351C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533D62" w:rsidRPr="007351C3" w:rsidRDefault="00533D62" w:rsidP="00774734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33D62" w:rsidRPr="007351C3" w:rsidRDefault="00533D62" w:rsidP="00774734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7351C3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виконання плану </w:t>
      </w:r>
      <w:r w:rsidRPr="007351C3">
        <w:rPr>
          <w:rFonts w:ascii="Times New Roman" w:hAnsi="Times New Roman"/>
          <w:sz w:val="28"/>
          <w:szCs w:val="28"/>
          <w:lang w:val="uk-UA" w:eastAsia="ru-RU"/>
        </w:rPr>
        <w:t xml:space="preserve">підвищення кваліфікації </w:t>
      </w:r>
    </w:p>
    <w:p w:rsidR="00533D62" w:rsidRPr="007351C3" w:rsidRDefault="00533D62" w:rsidP="00774734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7351C3">
        <w:rPr>
          <w:rFonts w:ascii="Times New Roman" w:hAnsi="Times New Roman"/>
          <w:sz w:val="28"/>
          <w:szCs w:val="28"/>
          <w:lang w:val="uk-UA" w:eastAsia="ru-RU"/>
        </w:rPr>
        <w:t xml:space="preserve">керівних кадрів та педагогічних </w:t>
      </w:r>
    </w:p>
    <w:p w:rsidR="00533D62" w:rsidRDefault="00533D62" w:rsidP="00774734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7351C3">
        <w:rPr>
          <w:rFonts w:ascii="Times New Roman" w:hAnsi="Times New Roman"/>
          <w:sz w:val="28"/>
          <w:szCs w:val="28"/>
          <w:lang w:val="uk-UA" w:eastAsia="ru-RU"/>
        </w:rPr>
        <w:t>працівників школи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у </w:t>
      </w:r>
      <w:r w:rsidRPr="007351C3">
        <w:rPr>
          <w:rFonts w:ascii="Times New Roman" w:hAnsi="Times New Roman"/>
          <w:sz w:val="28"/>
          <w:szCs w:val="28"/>
          <w:lang w:val="uk-UA" w:eastAsia="ru-RU"/>
        </w:rPr>
        <w:t>20</w:t>
      </w:r>
      <w:r>
        <w:rPr>
          <w:rFonts w:ascii="Times New Roman" w:hAnsi="Times New Roman"/>
          <w:sz w:val="28"/>
          <w:szCs w:val="28"/>
          <w:lang w:val="uk-UA" w:eastAsia="ru-RU"/>
        </w:rPr>
        <w:t>22</w:t>
      </w:r>
      <w:r w:rsidRPr="007351C3">
        <w:rPr>
          <w:rFonts w:ascii="Times New Roman" w:hAnsi="Times New Roman"/>
          <w:sz w:val="28"/>
          <w:szCs w:val="28"/>
          <w:lang w:val="uk-UA" w:eastAsia="ru-RU"/>
        </w:rPr>
        <w:t xml:space="preserve"> ро</w:t>
      </w:r>
      <w:r>
        <w:rPr>
          <w:rFonts w:ascii="Times New Roman" w:hAnsi="Times New Roman"/>
          <w:sz w:val="28"/>
          <w:szCs w:val="28"/>
          <w:lang w:val="uk-UA" w:eastAsia="ru-RU"/>
        </w:rPr>
        <w:t>ці та</w:t>
      </w:r>
    </w:p>
    <w:p w:rsidR="00533D62" w:rsidRDefault="00533D62" w:rsidP="00774734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затвердження п</w:t>
      </w:r>
      <w:r w:rsidRPr="00425096">
        <w:rPr>
          <w:rFonts w:ascii="Times New Roman" w:hAnsi="Times New Roman"/>
          <w:sz w:val="28"/>
          <w:szCs w:val="28"/>
          <w:lang w:val="uk-UA" w:eastAsia="ru-RU"/>
        </w:rPr>
        <w:t>ерспективн</w:t>
      </w:r>
      <w:r>
        <w:rPr>
          <w:rFonts w:ascii="Times New Roman" w:hAnsi="Times New Roman"/>
          <w:sz w:val="28"/>
          <w:szCs w:val="28"/>
          <w:lang w:val="uk-UA" w:eastAsia="ru-RU"/>
        </w:rPr>
        <w:t>ого</w:t>
      </w:r>
      <w:r w:rsidRPr="00425096">
        <w:rPr>
          <w:rFonts w:ascii="Times New Roman" w:hAnsi="Times New Roman"/>
          <w:sz w:val="28"/>
          <w:szCs w:val="28"/>
          <w:lang w:val="uk-UA" w:eastAsia="ru-RU"/>
        </w:rPr>
        <w:t xml:space="preserve"> план</w:t>
      </w: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425096">
        <w:rPr>
          <w:rFonts w:ascii="Times New Roman" w:hAnsi="Times New Roman"/>
          <w:sz w:val="28"/>
          <w:szCs w:val="28"/>
          <w:lang w:val="uk-UA" w:eastAsia="ru-RU"/>
        </w:rPr>
        <w:t>-графік</w:t>
      </w: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42509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533D62" w:rsidRPr="007351C3" w:rsidRDefault="00533D62" w:rsidP="00774734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425096">
        <w:rPr>
          <w:rFonts w:ascii="Times New Roman" w:hAnsi="Times New Roman"/>
          <w:sz w:val="28"/>
          <w:szCs w:val="28"/>
          <w:lang w:val="uk-UA" w:eastAsia="ru-RU"/>
        </w:rPr>
        <w:t>підвищення кваліфікації вчителів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на 2023 рік</w:t>
      </w:r>
    </w:p>
    <w:p w:rsidR="00533D62" w:rsidRPr="007351C3" w:rsidRDefault="00533D62" w:rsidP="00774734">
      <w:pPr>
        <w:spacing w:after="0" w:line="384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33D62" w:rsidRDefault="00533D62" w:rsidP="00F8653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351C3">
        <w:rPr>
          <w:rFonts w:ascii="Times New Roman" w:hAnsi="Times New Roman"/>
          <w:sz w:val="28"/>
          <w:szCs w:val="28"/>
          <w:lang w:val="uk-UA" w:eastAsia="ru-RU"/>
        </w:rPr>
        <w:t xml:space="preserve">На виконання Закону України «Про освіту», відповідно до Типового положення про атестацію педагогічних працівників України, затвердженого наказом Міністерства освіти і науки України від 06.10.2010 № 930, зареєстрованого у Міністерстві юстиції України 14.12.2010 № 1255/18550 (із змінами, внесеними  згідно  з  Наказом  Міністерства  освіти  і  науки, молоді та спорту  України  № 1473  від  20.12.2011), наказу Міністерства освіти і  науки України від 08.08.2013  № 1135 «Про затвердження Змін до Типового положення про атестацію педагогічних працівників», </w:t>
      </w:r>
      <w:r w:rsidRPr="0017791A"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рішення </w:t>
      </w:r>
      <w:r>
        <w:rPr>
          <w:rFonts w:ascii="Times New Roman" w:hAnsi="Times New Roman"/>
          <w:sz w:val="28"/>
          <w:szCs w:val="28"/>
          <w:lang w:val="uk-UA" w:eastAsia="ru-RU"/>
        </w:rPr>
        <w:t>педагогічної ради</w:t>
      </w:r>
      <w:r w:rsidRPr="0017791A">
        <w:rPr>
          <w:rFonts w:ascii="Times New Roman" w:hAnsi="Times New Roman"/>
          <w:sz w:val="28"/>
          <w:szCs w:val="28"/>
          <w:lang w:val="uk-UA" w:eastAsia="ru-RU"/>
        </w:rPr>
        <w:t xml:space="preserve"> закладу (протокол від </w:t>
      </w:r>
      <w:r>
        <w:rPr>
          <w:rFonts w:ascii="Times New Roman" w:hAnsi="Times New Roman"/>
          <w:sz w:val="28"/>
          <w:szCs w:val="28"/>
          <w:lang w:val="uk-UA" w:eastAsia="ru-RU"/>
        </w:rPr>
        <w:t>26</w:t>
      </w:r>
      <w:r w:rsidRPr="0017791A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12</w:t>
      </w:r>
      <w:r w:rsidRPr="0017791A">
        <w:rPr>
          <w:rFonts w:ascii="Times New Roman" w:hAnsi="Times New Roman"/>
          <w:sz w:val="28"/>
          <w:szCs w:val="28"/>
          <w:lang w:val="uk-UA" w:eastAsia="ru-RU"/>
        </w:rPr>
        <w:t>.202</w:t>
      </w: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17791A">
        <w:rPr>
          <w:rFonts w:ascii="Times New Roman" w:hAnsi="Times New Roman"/>
          <w:sz w:val="28"/>
          <w:szCs w:val="28"/>
          <w:lang w:val="uk-UA"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val="uk-UA" w:eastAsia="ru-RU"/>
        </w:rPr>
        <w:t>10</w:t>
      </w:r>
      <w:bookmarkStart w:id="0" w:name="_GoBack"/>
      <w:bookmarkEnd w:id="0"/>
      <w:r w:rsidRPr="0017791A">
        <w:rPr>
          <w:rFonts w:ascii="Times New Roman" w:hAnsi="Times New Roman"/>
          <w:sz w:val="28"/>
          <w:szCs w:val="28"/>
          <w:lang w:val="uk-UA" w:eastAsia="ru-RU"/>
        </w:rPr>
        <w:t>)</w:t>
      </w:r>
      <w:r w:rsidRPr="00E52E73">
        <w:rPr>
          <w:lang w:val="uk-UA"/>
        </w:rPr>
        <w:t xml:space="preserve"> </w:t>
      </w:r>
      <w:r w:rsidRPr="00E52E73">
        <w:rPr>
          <w:rFonts w:ascii="Times New Roman" w:hAnsi="Times New Roman"/>
          <w:sz w:val="28"/>
          <w:szCs w:val="28"/>
          <w:lang w:val="uk-UA" w:eastAsia="ru-RU"/>
        </w:rPr>
        <w:t xml:space="preserve">з метою вдосконалення системи підвищення кваліфікації керівних кадрів, педагогічних працівників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закладу було проаналізовано виконання плану освіти вчителів за 2022 рік (довідка, додаток №1). </w:t>
      </w:r>
    </w:p>
    <w:p w:rsidR="00533D62" w:rsidRDefault="00533D62" w:rsidP="00F8653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Виходячи з вищезазначеного</w:t>
      </w:r>
    </w:p>
    <w:p w:rsidR="00533D62" w:rsidRPr="007351C3" w:rsidRDefault="00533D62" w:rsidP="00DF6975">
      <w:pPr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33D62" w:rsidRPr="007351C3" w:rsidRDefault="00533D62" w:rsidP="00774734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7351C3">
        <w:rPr>
          <w:rFonts w:ascii="Times New Roman" w:hAnsi="Times New Roman"/>
          <w:sz w:val="28"/>
          <w:szCs w:val="28"/>
          <w:lang w:val="uk-UA" w:eastAsia="ru-RU"/>
        </w:rPr>
        <w:t>НАКАЗУЮ:</w:t>
      </w:r>
    </w:p>
    <w:p w:rsidR="00533D62" w:rsidRDefault="00533D62" w:rsidP="00774734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33D62" w:rsidRDefault="00533D62" w:rsidP="00393C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Вважати, що робота з</w:t>
      </w:r>
      <w:r w:rsidRPr="00425096">
        <w:rPr>
          <w:rFonts w:ascii="Times New Roman" w:hAnsi="Times New Roman"/>
          <w:sz w:val="28"/>
          <w:szCs w:val="28"/>
          <w:lang w:val="uk-UA" w:eastAsia="ru-RU"/>
        </w:rPr>
        <w:t xml:space="preserve"> організації безперервної освіти педагогічних працівників закладу та стан виконання плану курсової перепідготовки вчителів у 202</w:t>
      </w: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425096">
        <w:rPr>
          <w:rFonts w:ascii="Times New Roman" w:hAnsi="Times New Roman"/>
          <w:sz w:val="28"/>
          <w:szCs w:val="28"/>
          <w:lang w:val="uk-UA" w:eastAsia="ru-RU"/>
        </w:rPr>
        <w:t xml:space="preserve"> році</w:t>
      </w:r>
      <w:r w:rsidRPr="00393C7D">
        <w:rPr>
          <w:rFonts w:ascii="Times New Roman" w:hAnsi="Times New Roman"/>
          <w:sz w:val="28"/>
          <w:szCs w:val="28"/>
          <w:lang w:val="uk-UA" w:eastAsia="ru-RU"/>
        </w:rPr>
        <w:t xml:space="preserve">  ведеться на  високому рівні</w:t>
      </w:r>
      <w:r w:rsidRPr="00425096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533D62" w:rsidRDefault="00533D62" w:rsidP="0017456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Затвердити результати проходження курсів </w:t>
      </w:r>
      <w:r w:rsidRPr="00174565">
        <w:rPr>
          <w:rFonts w:ascii="Times New Roman" w:hAnsi="Times New Roman"/>
          <w:sz w:val="28"/>
          <w:szCs w:val="28"/>
          <w:lang w:val="uk-UA" w:eastAsia="ru-RU"/>
        </w:rPr>
        <w:t xml:space="preserve">підвищення кваліфікації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74565">
        <w:rPr>
          <w:rFonts w:ascii="Times New Roman" w:hAnsi="Times New Roman"/>
          <w:sz w:val="28"/>
          <w:szCs w:val="28"/>
          <w:lang w:val="uk-UA" w:eastAsia="ru-RU"/>
        </w:rPr>
        <w:t xml:space="preserve">педагогічних працівників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Харківської загальноосвітньої </w:t>
      </w:r>
      <w:r w:rsidRPr="00174565">
        <w:rPr>
          <w:rFonts w:ascii="Times New Roman" w:hAnsi="Times New Roman"/>
          <w:sz w:val="28"/>
          <w:szCs w:val="28"/>
          <w:lang w:val="uk-UA" w:eastAsia="ru-RU"/>
        </w:rPr>
        <w:t xml:space="preserve">школи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І-ІІІ ступенів №36 Харківської міської ради Харківської області </w:t>
      </w:r>
      <w:r w:rsidRPr="00174565">
        <w:rPr>
          <w:rFonts w:ascii="Times New Roman" w:hAnsi="Times New Roman"/>
          <w:sz w:val="28"/>
          <w:szCs w:val="28"/>
          <w:lang w:val="uk-UA" w:eastAsia="ru-RU"/>
        </w:rPr>
        <w:t>у 202</w:t>
      </w: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174565">
        <w:rPr>
          <w:rFonts w:ascii="Times New Roman" w:hAnsi="Times New Roman"/>
          <w:sz w:val="28"/>
          <w:szCs w:val="28"/>
          <w:lang w:val="uk-UA" w:eastAsia="ru-RU"/>
        </w:rPr>
        <w:t xml:space="preserve"> році</w:t>
      </w:r>
      <w:r>
        <w:rPr>
          <w:rFonts w:ascii="Times New Roman" w:hAnsi="Times New Roman"/>
          <w:sz w:val="28"/>
          <w:szCs w:val="28"/>
          <w:lang w:val="uk-UA" w:eastAsia="ru-RU"/>
        </w:rPr>
        <w:t>.  (Додаток №2).</w:t>
      </w:r>
    </w:p>
    <w:p w:rsidR="00533D62" w:rsidRPr="00174565" w:rsidRDefault="00533D62" w:rsidP="001615A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Затвердити план</w:t>
      </w:r>
      <w:r w:rsidRPr="00174565">
        <w:rPr>
          <w:rFonts w:ascii="Times New Roman" w:hAnsi="Times New Roman"/>
          <w:sz w:val="28"/>
          <w:szCs w:val="28"/>
          <w:lang w:val="uk-UA" w:eastAsia="ru-RU"/>
        </w:rPr>
        <w:t xml:space="preserve"> підвищення кваліфікації </w:t>
      </w:r>
      <w:r w:rsidRPr="001615A7">
        <w:rPr>
          <w:rFonts w:ascii="Times New Roman" w:hAnsi="Times New Roman"/>
          <w:sz w:val="28"/>
          <w:szCs w:val="28"/>
          <w:lang w:val="uk-UA" w:eastAsia="ru-RU"/>
        </w:rPr>
        <w:t xml:space="preserve">педагогічних працівників Харківської загальноосвітньої школи І-ІІІ ступенів №36 Харківської міської ради Харківської області </w:t>
      </w:r>
      <w:r>
        <w:rPr>
          <w:rFonts w:ascii="Times New Roman" w:hAnsi="Times New Roman"/>
          <w:sz w:val="28"/>
          <w:szCs w:val="28"/>
          <w:lang w:val="uk-UA" w:eastAsia="ru-RU"/>
        </w:rPr>
        <w:t>на 2023 рік. (Додаток №3).</w:t>
      </w:r>
    </w:p>
    <w:p w:rsidR="00533D62" w:rsidRPr="007351C3" w:rsidRDefault="00533D62" w:rsidP="00931AF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7351C3">
        <w:rPr>
          <w:rFonts w:ascii="Times New Roman" w:hAnsi="Times New Roman"/>
          <w:sz w:val="28"/>
          <w:szCs w:val="28"/>
          <w:lang w:val="uk-UA" w:eastAsia="ru-RU"/>
        </w:rPr>
        <w:t>Заступнику директора з навчально-виховної роботи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Малаховій А.А.</w:t>
      </w:r>
      <w:r w:rsidRPr="007351C3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533D62" w:rsidRPr="007351C3" w:rsidRDefault="00533D62" w:rsidP="00931AF3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33D62" w:rsidRPr="007351C3" w:rsidRDefault="00533D62" w:rsidP="00AA273A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351C3">
        <w:rPr>
          <w:rFonts w:ascii="Times New Roman" w:hAnsi="Times New Roman"/>
          <w:sz w:val="28"/>
          <w:szCs w:val="28"/>
          <w:lang w:val="uk-UA" w:eastAsia="ru-RU"/>
        </w:rPr>
        <w:t>Забезпечити своєчасну явку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 режимі онлайн</w:t>
      </w:r>
      <w:r w:rsidRPr="007351C3">
        <w:rPr>
          <w:rFonts w:ascii="Times New Roman" w:hAnsi="Times New Roman"/>
          <w:sz w:val="28"/>
          <w:szCs w:val="28"/>
          <w:lang w:val="uk-UA" w:eastAsia="ru-RU"/>
        </w:rPr>
        <w:t xml:space="preserve"> слухачів на курси згідно з гра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фіком і терміном їх проведення </w:t>
      </w:r>
      <w:r w:rsidRPr="007351C3">
        <w:rPr>
          <w:rFonts w:ascii="Times New Roman" w:hAnsi="Times New Roman"/>
          <w:sz w:val="28"/>
          <w:szCs w:val="28"/>
          <w:lang w:val="uk-UA" w:eastAsia="ru-RU"/>
        </w:rPr>
        <w:t>(додаток</w:t>
      </w:r>
      <w:r>
        <w:rPr>
          <w:rFonts w:ascii="Times New Roman" w:hAnsi="Times New Roman"/>
          <w:sz w:val="28"/>
          <w:szCs w:val="28"/>
          <w:lang w:val="uk-UA" w:eastAsia="ru-RU"/>
        </w:rPr>
        <w:t>№3</w:t>
      </w:r>
      <w:r w:rsidRPr="007351C3">
        <w:rPr>
          <w:rFonts w:ascii="Times New Roman" w:hAnsi="Times New Roman"/>
          <w:sz w:val="28"/>
          <w:szCs w:val="28"/>
          <w:lang w:val="uk-UA" w:eastAsia="ru-RU"/>
        </w:rPr>
        <w:t>).</w:t>
      </w:r>
    </w:p>
    <w:p w:rsidR="00533D62" w:rsidRPr="007351C3" w:rsidRDefault="00533D62" w:rsidP="00AA273A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351C3">
        <w:rPr>
          <w:rFonts w:ascii="Times New Roman" w:hAnsi="Times New Roman"/>
          <w:sz w:val="28"/>
          <w:szCs w:val="28"/>
          <w:lang w:val="uk-UA" w:eastAsia="ru-RU"/>
        </w:rPr>
        <w:t>Розглянути питання ефективності підвищення кваліфікації педагогічних кадрів на засіданні педагогічної ради школи.</w:t>
      </w:r>
    </w:p>
    <w:p w:rsidR="00533D62" w:rsidRPr="007351C3" w:rsidRDefault="00533D62" w:rsidP="00AA273A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351C3">
        <w:rPr>
          <w:rFonts w:ascii="Times New Roman" w:hAnsi="Times New Roman"/>
          <w:sz w:val="28"/>
          <w:szCs w:val="28"/>
          <w:lang w:val="uk-UA" w:eastAsia="ru-RU"/>
        </w:rPr>
        <w:t>Своєчасно організувати якісну заміну уроків на час відсутності педагогічних працівників у школі.</w:t>
      </w:r>
    </w:p>
    <w:p w:rsidR="00533D62" w:rsidRPr="007351C3" w:rsidRDefault="00533D62" w:rsidP="00931AF3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 w:eastAsia="ru-RU"/>
        </w:rPr>
      </w:pPr>
    </w:p>
    <w:p w:rsidR="00533D62" w:rsidRPr="007351C3" w:rsidRDefault="00533D62" w:rsidP="00931AF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7351C3">
        <w:rPr>
          <w:rFonts w:ascii="Times New Roman" w:hAnsi="Times New Roman"/>
          <w:sz w:val="28"/>
          <w:szCs w:val="28"/>
          <w:lang w:val="uk-UA" w:eastAsia="ru-RU"/>
        </w:rPr>
        <w:t>Контроль за виконанням наказу залишаю за собою.</w:t>
      </w:r>
    </w:p>
    <w:p w:rsidR="00533D62" w:rsidRPr="007351C3" w:rsidRDefault="00533D62" w:rsidP="00774734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33D62" w:rsidRPr="007351C3" w:rsidRDefault="00533D62">
      <w:pPr>
        <w:rPr>
          <w:rFonts w:ascii="Times New Roman" w:hAnsi="Times New Roman"/>
          <w:sz w:val="28"/>
          <w:szCs w:val="28"/>
          <w:lang w:val="uk-UA"/>
        </w:rPr>
      </w:pPr>
      <w:r w:rsidRPr="00404EB9">
        <w:rPr>
          <w:rFonts w:ascii="Times New Roman" w:hAnsi="Times New Roman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5pt;height:133.5pt">
            <v:imagedata r:id="rId8" o:title=""/>
          </v:shape>
        </w:pict>
      </w:r>
    </w:p>
    <w:p w:rsidR="00533D62" w:rsidRPr="007351C3" w:rsidRDefault="00533D62">
      <w:pPr>
        <w:rPr>
          <w:rFonts w:ascii="Times New Roman" w:hAnsi="Times New Roman"/>
          <w:sz w:val="28"/>
          <w:szCs w:val="28"/>
          <w:lang w:val="uk-UA"/>
        </w:rPr>
      </w:pPr>
    </w:p>
    <w:p w:rsidR="00533D62" w:rsidRPr="007351C3" w:rsidRDefault="00533D62">
      <w:pPr>
        <w:rPr>
          <w:rFonts w:ascii="Times New Roman" w:hAnsi="Times New Roman"/>
          <w:sz w:val="28"/>
          <w:szCs w:val="28"/>
          <w:lang w:val="uk-UA"/>
        </w:rPr>
      </w:pPr>
    </w:p>
    <w:p w:rsidR="00533D62" w:rsidRPr="007351C3" w:rsidRDefault="00533D62">
      <w:pPr>
        <w:rPr>
          <w:rFonts w:ascii="Times New Roman" w:hAnsi="Times New Roman"/>
          <w:sz w:val="28"/>
          <w:szCs w:val="28"/>
          <w:lang w:val="uk-UA"/>
        </w:rPr>
      </w:pPr>
    </w:p>
    <w:p w:rsidR="00533D62" w:rsidRPr="007351C3" w:rsidRDefault="00533D62">
      <w:pPr>
        <w:rPr>
          <w:rFonts w:ascii="Times New Roman" w:hAnsi="Times New Roman"/>
          <w:sz w:val="28"/>
          <w:szCs w:val="28"/>
          <w:lang w:val="uk-UA"/>
        </w:rPr>
      </w:pPr>
    </w:p>
    <w:p w:rsidR="00533D62" w:rsidRPr="007351C3" w:rsidRDefault="00533D62">
      <w:pPr>
        <w:rPr>
          <w:rFonts w:ascii="Times New Roman" w:hAnsi="Times New Roman"/>
          <w:sz w:val="28"/>
          <w:szCs w:val="28"/>
          <w:lang w:val="uk-UA"/>
        </w:rPr>
      </w:pPr>
    </w:p>
    <w:p w:rsidR="00533D62" w:rsidRPr="007351C3" w:rsidRDefault="00533D62">
      <w:pPr>
        <w:rPr>
          <w:rFonts w:ascii="Times New Roman" w:hAnsi="Times New Roman"/>
          <w:sz w:val="28"/>
          <w:szCs w:val="28"/>
          <w:lang w:val="uk-UA"/>
        </w:rPr>
      </w:pPr>
    </w:p>
    <w:p w:rsidR="00533D62" w:rsidRDefault="00533D62" w:rsidP="00931AF3">
      <w:pPr>
        <w:pStyle w:val="NoSpacing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533D62" w:rsidRDefault="00533D62" w:rsidP="00931AF3">
      <w:pPr>
        <w:pStyle w:val="NoSpacing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533D62" w:rsidRDefault="00533D62" w:rsidP="00931AF3">
      <w:pPr>
        <w:pStyle w:val="NoSpacing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533D62" w:rsidRDefault="00533D62" w:rsidP="00931AF3">
      <w:pPr>
        <w:pStyle w:val="NoSpacing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533D62" w:rsidRDefault="00533D62" w:rsidP="00931AF3">
      <w:pPr>
        <w:pStyle w:val="NoSpacing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533D62" w:rsidRDefault="00533D62" w:rsidP="00931AF3">
      <w:pPr>
        <w:pStyle w:val="NoSpacing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533D62" w:rsidRDefault="00533D62" w:rsidP="00931AF3">
      <w:pPr>
        <w:pStyle w:val="NoSpacing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533D62" w:rsidRDefault="00533D62" w:rsidP="00931AF3">
      <w:pPr>
        <w:pStyle w:val="NoSpacing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533D62" w:rsidRDefault="00533D62" w:rsidP="00931AF3">
      <w:pPr>
        <w:pStyle w:val="NoSpacing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533D62" w:rsidRDefault="00533D62" w:rsidP="00931AF3">
      <w:pPr>
        <w:pStyle w:val="NoSpacing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533D62" w:rsidRDefault="00533D62" w:rsidP="00931AF3">
      <w:pPr>
        <w:pStyle w:val="NoSpacing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533D62" w:rsidRDefault="00533D62" w:rsidP="00931AF3">
      <w:pPr>
        <w:pStyle w:val="NoSpacing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533D62" w:rsidRDefault="00533D62" w:rsidP="00931AF3">
      <w:pPr>
        <w:pStyle w:val="NoSpacing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533D62" w:rsidRDefault="00533D62" w:rsidP="00931AF3">
      <w:pPr>
        <w:pStyle w:val="NoSpacing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533D62" w:rsidRDefault="00533D62" w:rsidP="00931AF3">
      <w:pPr>
        <w:pStyle w:val="NoSpacing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533D62" w:rsidRDefault="00533D62" w:rsidP="00931AF3">
      <w:pPr>
        <w:pStyle w:val="NoSpacing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533D62" w:rsidRDefault="00533D62" w:rsidP="00931AF3">
      <w:pPr>
        <w:pStyle w:val="NoSpacing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533D62" w:rsidRDefault="00533D62" w:rsidP="00931AF3">
      <w:pPr>
        <w:pStyle w:val="NoSpacing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533D62" w:rsidRDefault="00533D62" w:rsidP="002C634B">
      <w:pPr>
        <w:pStyle w:val="NoSpacing"/>
        <w:rPr>
          <w:rFonts w:ascii="Times New Roman" w:hAnsi="Times New Roman"/>
          <w:sz w:val="24"/>
          <w:szCs w:val="24"/>
          <w:lang w:val="uk-UA"/>
        </w:rPr>
      </w:pPr>
    </w:p>
    <w:sectPr w:rsidR="00533D62" w:rsidSect="001615A7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D62" w:rsidRDefault="00533D62" w:rsidP="00931AF3">
      <w:pPr>
        <w:spacing w:after="0" w:line="240" w:lineRule="auto"/>
      </w:pPr>
      <w:r>
        <w:separator/>
      </w:r>
    </w:p>
  </w:endnote>
  <w:endnote w:type="continuationSeparator" w:id="0">
    <w:p w:rsidR="00533D62" w:rsidRDefault="00533D62" w:rsidP="00931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D62" w:rsidRDefault="00533D62" w:rsidP="00931AF3">
      <w:pPr>
        <w:spacing w:after="0" w:line="240" w:lineRule="auto"/>
      </w:pPr>
      <w:r>
        <w:separator/>
      </w:r>
    </w:p>
  </w:footnote>
  <w:footnote w:type="continuationSeparator" w:id="0">
    <w:p w:rsidR="00533D62" w:rsidRDefault="00533D62" w:rsidP="00931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4181E"/>
    <w:multiLevelType w:val="multilevel"/>
    <w:tmpl w:val="48EE3F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47A9"/>
    <w:rsid w:val="0002559A"/>
    <w:rsid w:val="0003575B"/>
    <w:rsid w:val="000A51DE"/>
    <w:rsid w:val="001615A7"/>
    <w:rsid w:val="00174565"/>
    <w:rsid w:val="0017791A"/>
    <w:rsid w:val="001C12AF"/>
    <w:rsid w:val="001C256C"/>
    <w:rsid w:val="0024056B"/>
    <w:rsid w:val="00291765"/>
    <w:rsid w:val="002C0DE8"/>
    <w:rsid w:val="002C634B"/>
    <w:rsid w:val="002D327B"/>
    <w:rsid w:val="00327B0A"/>
    <w:rsid w:val="0033345A"/>
    <w:rsid w:val="00393C7D"/>
    <w:rsid w:val="003E3ED8"/>
    <w:rsid w:val="00404EB9"/>
    <w:rsid w:val="00405CC7"/>
    <w:rsid w:val="00425096"/>
    <w:rsid w:val="0048372E"/>
    <w:rsid w:val="00485FFD"/>
    <w:rsid w:val="0049101F"/>
    <w:rsid w:val="004946DA"/>
    <w:rsid w:val="004A32B6"/>
    <w:rsid w:val="004A6057"/>
    <w:rsid w:val="004E2720"/>
    <w:rsid w:val="00501B09"/>
    <w:rsid w:val="005150D4"/>
    <w:rsid w:val="00533D62"/>
    <w:rsid w:val="005572E2"/>
    <w:rsid w:val="00564283"/>
    <w:rsid w:val="00582A1C"/>
    <w:rsid w:val="005C1DDB"/>
    <w:rsid w:val="005E6EBD"/>
    <w:rsid w:val="005F273A"/>
    <w:rsid w:val="00641C9B"/>
    <w:rsid w:val="0064717C"/>
    <w:rsid w:val="0068633D"/>
    <w:rsid w:val="006A3B1C"/>
    <w:rsid w:val="006B2427"/>
    <w:rsid w:val="006C4E00"/>
    <w:rsid w:val="007351C3"/>
    <w:rsid w:val="00774734"/>
    <w:rsid w:val="0078764F"/>
    <w:rsid w:val="007A4702"/>
    <w:rsid w:val="007B2665"/>
    <w:rsid w:val="007C09B4"/>
    <w:rsid w:val="007C35DC"/>
    <w:rsid w:val="007D2781"/>
    <w:rsid w:val="007D2CE8"/>
    <w:rsid w:val="00806E1E"/>
    <w:rsid w:val="00870CC8"/>
    <w:rsid w:val="008A0B26"/>
    <w:rsid w:val="008B7157"/>
    <w:rsid w:val="008F2098"/>
    <w:rsid w:val="008F4A28"/>
    <w:rsid w:val="00926A07"/>
    <w:rsid w:val="00931AF3"/>
    <w:rsid w:val="00966939"/>
    <w:rsid w:val="009B4161"/>
    <w:rsid w:val="009D7B26"/>
    <w:rsid w:val="009E3971"/>
    <w:rsid w:val="00A174E7"/>
    <w:rsid w:val="00A43B94"/>
    <w:rsid w:val="00A447A9"/>
    <w:rsid w:val="00A60B10"/>
    <w:rsid w:val="00A83013"/>
    <w:rsid w:val="00AA09EF"/>
    <w:rsid w:val="00AA273A"/>
    <w:rsid w:val="00B069D5"/>
    <w:rsid w:val="00B22A54"/>
    <w:rsid w:val="00B92CBA"/>
    <w:rsid w:val="00BC4D47"/>
    <w:rsid w:val="00BE67D2"/>
    <w:rsid w:val="00C30BBC"/>
    <w:rsid w:val="00C76AF8"/>
    <w:rsid w:val="00C83468"/>
    <w:rsid w:val="00D02B8D"/>
    <w:rsid w:val="00D24385"/>
    <w:rsid w:val="00D72DEE"/>
    <w:rsid w:val="00D76D96"/>
    <w:rsid w:val="00DD5A3E"/>
    <w:rsid w:val="00DD61F6"/>
    <w:rsid w:val="00DF6975"/>
    <w:rsid w:val="00E52E73"/>
    <w:rsid w:val="00E91E6C"/>
    <w:rsid w:val="00EA00BC"/>
    <w:rsid w:val="00ED70C6"/>
    <w:rsid w:val="00F23673"/>
    <w:rsid w:val="00F86538"/>
    <w:rsid w:val="00F936D6"/>
    <w:rsid w:val="00F965FB"/>
    <w:rsid w:val="00FC7E70"/>
    <w:rsid w:val="00FE0319"/>
    <w:rsid w:val="00FF4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446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1A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31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31AF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31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31AF3"/>
    <w:rPr>
      <w:rFonts w:cs="Times New Roman"/>
    </w:rPr>
  </w:style>
  <w:style w:type="paragraph" w:styleId="NoSpacing">
    <w:name w:val="No Spacing"/>
    <w:uiPriority w:val="99"/>
    <w:qFormat/>
    <w:rsid w:val="00931AF3"/>
    <w:rPr>
      <w:lang w:eastAsia="en-US"/>
    </w:rPr>
  </w:style>
  <w:style w:type="table" w:styleId="TableGrid">
    <w:name w:val="Table Grid"/>
    <w:basedOn w:val="TableNormal"/>
    <w:uiPriority w:val="99"/>
    <w:rsid w:val="005C1DDB"/>
    <w:rPr>
      <w:rFonts w:eastAsia="Times New Roman" w:cs="Calibri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ED70C6"/>
    <w:rPr>
      <w:rFonts w:eastAsia="Times New Roman" w:cs="Calibri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806E1E"/>
    <w:rPr>
      <w:rFonts w:eastAsia="Times New Roman" w:cs="Calibri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E67D2"/>
    <w:rPr>
      <w:rFonts w:eastAsia="Times New Roman" w:cs="Calibri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uiPriority w:val="99"/>
    <w:rsid w:val="002C0DE8"/>
    <w:rPr>
      <w:rFonts w:eastAsia="Times New Roman" w:cs="Calibri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7351C3"/>
    <w:rPr>
      <w:rFonts w:eastAsia="Times New Roman" w:cs="Calibri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02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2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33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sc36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255</TotalTime>
  <Pages>2</Pages>
  <Words>361</Words>
  <Characters>2060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Владимир</cp:lastModifiedBy>
  <cp:revision>75</cp:revision>
  <cp:lastPrinted>2021-12-29T07:27:00Z</cp:lastPrinted>
  <dcterms:created xsi:type="dcterms:W3CDTF">2016-09-21T07:29:00Z</dcterms:created>
  <dcterms:modified xsi:type="dcterms:W3CDTF">2022-12-20T11:12:00Z</dcterms:modified>
</cp:coreProperties>
</file>